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2C7" w:rsidRDefault="009032C7"/>
    <w:tbl>
      <w:tblPr>
        <w:tblStyle w:val="ae"/>
        <w:tblW w:w="4395" w:type="dxa"/>
        <w:tblInd w:w="5778" w:type="dxa"/>
        <w:tblLook w:val="04A0"/>
      </w:tblPr>
      <w:tblGrid>
        <w:gridCol w:w="4395"/>
      </w:tblGrid>
      <w:tr w:rsidR="009032C7" w:rsidTr="009032C7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9032C7" w:rsidRDefault="009032C7" w:rsidP="009032C7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9032C7" w:rsidRPr="009032C7" w:rsidRDefault="009032C7" w:rsidP="009032C7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                                                                      ЗАТО г. Железногорск</w:t>
            </w:r>
          </w:p>
          <w:p w:rsidR="009032C7" w:rsidRDefault="009032C7" w:rsidP="00606C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94F1B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BB70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94F1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BB70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A78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4F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994F1B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606C97" w:rsidRDefault="00606C97" w:rsidP="00606C97"/>
        </w:tc>
      </w:tr>
      <w:tr w:rsidR="00A67649" w:rsidRPr="009032C7" w:rsidTr="00A6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7"/>
        </w:trPr>
        <w:tc>
          <w:tcPr>
            <w:tcW w:w="4395" w:type="dxa"/>
          </w:tcPr>
          <w:p w:rsidR="00A67649" w:rsidRPr="009032C7" w:rsidRDefault="00A67649" w:rsidP="00A67649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B7C47" w:rsidRPr="009032C7"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  <w:p w:rsidR="00A67649" w:rsidRPr="009032C7" w:rsidRDefault="00A67649" w:rsidP="00A67649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                                                                      ЗАТО г. Железногорск</w:t>
            </w:r>
          </w:p>
          <w:p w:rsidR="00A67649" w:rsidRPr="009032C7" w:rsidRDefault="00A67649" w:rsidP="006E1798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E1798" w:rsidRPr="009032C7">
              <w:rPr>
                <w:rFonts w:ascii="Times New Roman" w:hAnsi="Times New Roman" w:cs="Times New Roman"/>
                <w:sz w:val="28"/>
                <w:szCs w:val="28"/>
              </w:rPr>
              <w:t>22.04.</w:t>
            </w: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8619A" w:rsidRPr="009032C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E1798" w:rsidRPr="009032C7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</w:tr>
    </w:tbl>
    <w:p w:rsidR="00A67649" w:rsidRDefault="00A67649" w:rsidP="00A67649">
      <w:pPr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02416B" w:rsidRPr="0071797D" w:rsidRDefault="00A67649" w:rsidP="00A67649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8B7C47" w:rsidRDefault="0002416B" w:rsidP="00700083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1797D">
        <w:rPr>
          <w:rFonts w:ascii="Times New Roman" w:hAnsi="Times New Roman" w:cs="Times New Roman"/>
          <w:sz w:val="28"/>
          <w:szCs w:val="28"/>
        </w:rPr>
        <w:t>С</w:t>
      </w:r>
      <w:r w:rsidR="008B7C47">
        <w:rPr>
          <w:rFonts w:ascii="Times New Roman" w:hAnsi="Times New Roman" w:cs="Times New Roman"/>
          <w:sz w:val="28"/>
          <w:szCs w:val="28"/>
        </w:rPr>
        <w:t xml:space="preserve">остав </w:t>
      </w:r>
    </w:p>
    <w:p w:rsidR="0002416B" w:rsidRPr="0071797D" w:rsidRDefault="008B7C47" w:rsidP="00700083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установлению стимулирующих выплат руководителям иных муниципальных казенных учреждений ЗАТО Железногорск и муниципальных учреждений ЗАТО Железногорск, осуществляющих деятельность в сфере городского хозяйства</w:t>
      </w:r>
      <w:r w:rsidR="00F50F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16B" w:rsidRPr="0071797D" w:rsidRDefault="0002416B" w:rsidP="00700083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0080" w:type="dxa"/>
        <w:tblInd w:w="130" w:type="dxa"/>
        <w:tblLook w:val="0000"/>
      </w:tblPr>
      <w:tblGrid>
        <w:gridCol w:w="2620"/>
        <w:gridCol w:w="520"/>
        <w:gridCol w:w="6940"/>
      </w:tblGrid>
      <w:tr w:rsidR="0002416B" w:rsidRPr="0071797D" w:rsidTr="00F153DC">
        <w:trPr>
          <w:trHeight w:val="2588"/>
        </w:trPr>
        <w:tc>
          <w:tcPr>
            <w:tcW w:w="2620" w:type="dxa"/>
          </w:tcPr>
          <w:p w:rsidR="000612F3" w:rsidRDefault="000612F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9032C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Сергейкин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  <w:p w:rsidR="00701262" w:rsidRDefault="0070126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70126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22C" w:rsidRDefault="007B622C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39223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Е.А.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Филатова Н.Н.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02416B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035E8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 Д.А.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Прусова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Т.И.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1E7DDF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Захарова О.В.</w:t>
            </w: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Первушкина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И.Е.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1E7DDF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Тельманова А.Ф.</w:t>
            </w:r>
            <w:r w:rsidR="008B7C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71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1E7DDF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Космынина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И.П.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vAlign w:val="center"/>
          </w:tcPr>
          <w:p w:rsidR="002F02B1" w:rsidRDefault="002F02B1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22C" w:rsidRDefault="007B622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4F72A6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153DC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153DC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153DC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Pr="0071797D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153DC" w:rsidRPr="004F72A6" w:rsidRDefault="00F153DC" w:rsidP="00F153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0" w:type="dxa"/>
          </w:tcPr>
          <w:p w:rsidR="002F02B1" w:rsidRDefault="002F02B1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701262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ЗАТО г. Железногорск по жилищно-коммунальному хозяйству</w:t>
            </w:r>
            <w:r w:rsidR="007B622C">
              <w:rPr>
                <w:rFonts w:ascii="Times New Roman" w:hAnsi="Times New Roman" w:cs="Times New Roman"/>
                <w:sz w:val="28"/>
                <w:szCs w:val="28"/>
              </w:rPr>
              <w:t>, председател</w:t>
            </w:r>
            <w:r w:rsidR="00606C9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B622C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1262" w:rsidRDefault="00701262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по социальным вопросам, 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02416B" w:rsidRPr="0071797D" w:rsidRDefault="0002416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F66172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</w:t>
            </w:r>
            <w:r w:rsidR="007D503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-экономист по труду </w:t>
            </w:r>
            <w:r w:rsidR="00977713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 w:rsidR="00977713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771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правления Ад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министрации 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 w:rsidR="008C6144">
              <w:rPr>
                <w:rFonts w:ascii="Times New Roman" w:hAnsi="Times New Roman" w:cs="Times New Roman"/>
                <w:sz w:val="28"/>
                <w:szCs w:val="28"/>
              </w:rPr>
              <w:t>, секретарь</w:t>
            </w:r>
            <w:r w:rsidR="00DD785D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563AD1" w:rsidRDefault="00563AD1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563AD1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7713" w:rsidRDefault="00977713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7713" w:rsidRDefault="00977713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0612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 по безопасности и взаимодействию с правоохранительными органами</w:t>
            </w:r>
          </w:p>
          <w:p w:rsidR="00942330" w:rsidRDefault="0094233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уководитель Финансового управления 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77713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Комитета по управлению муниципальным имуществом Администрации ЗАТО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4F72A6" w:rsidRDefault="004F72A6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</w:t>
            </w:r>
            <w:r w:rsidR="00F76749">
              <w:rPr>
                <w:rFonts w:ascii="Times New Roman" w:hAnsi="Times New Roman" w:cs="Times New Roman"/>
                <w:sz w:val="28"/>
                <w:szCs w:val="28"/>
              </w:rPr>
              <w:t>кадров и муниципальной службы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по правовой и кадровой  </w:t>
            </w:r>
            <w:r w:rsidR="00F76749">
              <w:rPr>
                <w:rFonts w:ascii="Times New Roman" w:hAnsi="Times New Roman" w:cs="Times New Roman"/>
                <w:sz w:val="28"/>
                <w:szCs w:val="28"/>
              </w:rPr>
              <w:t xml:space="preserve">работе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8B7C47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городского хозяйства </w:t>
            </w:r>
            <w:r w:rsidR="00BD7168"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 Железногорск</w:t>
            </w:r>
          </w:p>
          <w:p w:rsidR="00BD7168" w:rsidRDefault="00BD7168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1E7DD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1E7DDF" w:rsidP="001E7DD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по финансово-экономической работе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 xml:space="preserve"> МКУ «Централизованная бухгалтерия»</w:t>
            </w:r>
            <w:r w:rsidR="004F4AB3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02416B" w:rsidRPr="0071797D" w:rsidRDefault="0002416B" w:rsidP="0070008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3618F6" w:rsidRPr="00CE4E5D" w:rsidRDefault="003618F6" w:rsidP="00B730DA">
      <w:pPr>
        <w:pStyle w:val="a6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618F6" w:rsidRPr="00CE4E5D" w:rsidSect="009032C7">
      <w:headerReference w:type="default" r:id="rId8"/>
      <w:pgSz w:w="11906" w:h="16838"/>
      <w:pgMar w:top="709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302" w:rsidRDefault="00A07302" w:rsidP="00F82F62">
      <w:pPr>
        <w:spacing w:after="0"/>
      </w:pPr>
      <w:r>
        <w:separator/>
      </w:r>
    </w:p>
  </w:endnote>
  <w:endnote w:type="continuationSeparator" w:id="0">
    <w:p w:rsidR="00A07302" w:rsidRDefault="00A07302" w:rsidP="00F82F6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302" w:rsidRDefault="00A07302" w:rsidP="00F82F62">
      <w:pPr>
        <w:spacing w:after="0"/>
      </w:pPr>
      <w:r>
        <w:separator/>
      </w:r>
    </w:p>
  </w:footnote>
  <w:footnote w:type="continuationSeparator" w:id="0">
    <w:p w:rsidR="00A07302" w:rsidRDefault="00A07302" w:rsidP="00F82F6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01823"/>
      <w:docPartObj>
        <w:docPartGallery w:val="Page Numbers (Top of Page)"/>
        <w:docPartUnique/>
      </w:docPartObj>
    </w:sdtPr>
    <w:sdtContent>
      <w:p w:rsidR="006F563D" w:rsidRDefault="00EC77F6">
        <w:pPr>
          <w:pStyle w:val="aa"/>
          <w:jc w:val="center"/>
        </w:pPr>
        <w:fldSimple w:instr=" PAGE   \* MERGEFORMAT ">
          <w:r w:rsidR="00F043E8">
            <w:rPr>
              <w:noProof/>
            </w:rPr>
            <w:t>2</w:t>
          </w:r>
        </w:fldSimple>
      </w:p>
    </w:sdtContent>
  </w:sdt>
  <w:p w:rsidR="006F563D" w:rsidRDefault="006F563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4F3"/>
    <w:multiLevelType w:val="multilevel"/>
    <w:tmpl w:val="8FCAAE82"/>
    <w:lvl w:ilvl="0">
      <w:start w:val="1"/>
      <w:numFmt w:val="decimal"/>
      <w:lvlText w:val="%1."/>
      <w:lvlJc w:val="left"/>
      <w:pPr>
        <w:ind w:left="1417" w:hanging="360"/>
      </w:pPr>
    </w:lvl>
    <w:lvl w:ilvl="1">
      <w:start w:val="1"/>
      <w:numFmt w:val="decimal"/>
      <w:isLgl/>
      <w:lvlText w:val="%1.%2"/>
      <w:lvlJc w:val="left"/>
      <w:pPr>
        <w:ind w:left="143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7" w:hanging="2160"/>
      </w:pPr>
      <w:rPr>
        <w:rFonts w:hint="default"/>
      </w:rPr>
    </w:lvl>
  </w:abstractNum>
  <w:abstractNum w:abstractNumId="1">
    <w:nsid w:val="0DAD67B4"/>
    <w:multiLevelType w:val="multilevel"/>
    <w:tmpl w:val="32487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544"/>
        </w:tabs>
        <w:ind w:left="180" w:firstLine="0"/>
      </w:pPr>
      <w:rPr>
        <w:rFonts w:ascii="Times New Roman" w:hAnsi="Times New Roman" w:hint="default"/>
        <w:b w:val="0"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FB54FC9"/>
    <w:multiLevelType w:val="hybridMultilevel"/>
    <w:tmpl w:val="D07EF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A3D21"/>
    <w:multiLevelType w:val="multilevel"/>
    <w:tmpl w:val="9C2E36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36080C4D"/>
    <w:multiLevelType w:val="multilevel"/>
    <w:tmpl w:val="82E2C0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9"/>
      <w:numFmt w:val="decimal"/>
      <w:lvlText w:val="%2."/>
      <w:lvlJc w:val="left"/>
      <w:pPr>
        <w:tabs>
          <w:tab w:val="num" w:pos="1544"/>
        </w:tabs>
        <w:ind w:left="18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48C45C93"/>
    <w:multiLevelType w:val="multilevel"/>
    <w:tmpl w:val="E65E5B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00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0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B1C"/>
    <w:rsid w:val="00006575"/>
    <w:rsid w:val="0002416B"/>
    <w:rsid w:val="00034915"/>
    <w:rsid w:val="00054DA8"/>
    <w:rsid w:val="00057329"/>
    <w:rsid w:val="000612F3"/>
    <w:rsid w:val="00064C53"/>
    <w:rsid w:val="000705C0"/>
    <w:rsid w:val="000742EE"/>
    <w:rsid w:val="000A76B7"/>
    <w:rsid w:val="000B0A43"/>
    <w:rsid w:val="000B2AD9"/>
    <w:rsid w:val="000B2C5F"/>
    <w:rsid w:val="000B7317"/>
    <w:rsid w:val="000E5440"/>
    <w:rsid w:val="000F7118"/>
    <w:rsid w:val="00105253"/>
    <w:rsid w:val="00105FDE"/>
    <w:rsid w:val="00110140"/>
    <w:rsid w:val="00122C1B"/>
    <w:rsid w:val="00130795"/>
    <w:rsid w:val="00140392"/>
    <w:rsid w:val="0014458D"/>
    <w:rsid w:val="00154D5E"/>
    <w:rsid w:val="00167A7F"/>
    <w:rsid w:val="001772D8"/>
    <w:rsid w:val="00186439"/>
    <w:rsid w:val="00187541"/>
    <w:rsid w:val="00191B3B"/>
    <w:rsid w:val="00192B3B"/>
    <w:rsid w:val="00192E04"/>
    <w:rsid w:val="001A4738"/>
    <w:rsid w:val="001B001A"/>
    <w:rsid w:val="001D3B1A"/>
    <w:rsid w:val="001E7DDF"/>
    <w:rsid w:val="001F591B"/>
    <w:rsid w:val="0020642C"/>
    <w:rsid w:val="002419D2"/>
    <w:rsid w:val="00242048"/>
    <w:rsid w:val="00250898"/>
    <w:rsid w:val="00270EFE"/>
    <w:rsid w:val="002A0782"/>
    <w:rsid w:val="002A083E"/>
    <w:rsid w:val="002A3B2F"/>
    <w:rsid w:val="002B41E4"/>
    <w:rsid w:val="002C3A99"/>
    <w:rsid w:val="002E0657"/>
    <w:rsid w:val="002F02B1"/>
    <w:rsid w:val="002F037C"/>
    <w:rsid w:val="0030755F"/>
    <w:rsid w:val="003169AC"/>
    <w:rsid w:val="00326E63"/>
    <w:rsid w:val="00335B6A"/>
    <w:rsid w:val="00342EC9"/>
    <w:rsid w:val="00347DF3"/>
    <w:rsid w:val="00356353"/>
    <w:rsid w:val="003618F6"/>
    <w:rsid w:val="0037175E"/>
    <w:rsid w:val="003838EF"/>
    <w:rsid w:val="00392237"/>
    <w:rsid w:val="003A425D"/>
    <w:rsid w:val="003B46B4"/>
    <w:rsid w:val="003B7E32"/>
    <w:rsid w:val="003C1867"/>
    <w:rsid w:val="003C2BC1"/>
    <w:rsid w:val="003C365B"/>
    <w:rsid w:val="003D7D3C"/>
    <w:rsid w:val="003E52CA"/>
    <w:rsid w:val="003F4098"/>
    <w:rsid w:val="003F491A"/>
    <w:rsid w:val="0041421C"/>
    <w:rsid w:val="0041448C"/>
    <w:rsid w:val="00427D8E"/>
    <w:rsid w:val="00431AA3"/>
    <w:rsid w:val="00435171"/>
    <w:rsid w:val="00442BAE"/>
    <w:rsid w:val="00464AB0"/>
    <w:rsid w:val="004767D9"/>
    <w:rsid w:val="00492794"/>
    <w:rsid w:val="00493324"/>
    <w:rsid w:val="004A5D71"/>
    <w:rsid w:val="004A6783"/>
    <w:rsid w:val="004A7054"/>
    <w:rsid w:val="004B09AC"/>
    <w:rsid w:val="004B21B5"/>
    <w:rsid w:val="004C1664"/>
    <w:rsid w:val="004C63CD"/>
    <w:rsid w:val="004C7338"/>
    <w:rsid w:val="004D0AB3"/>
    <w:rsid w:val="004E3169"/>
    <w:rsid w:val="004E4215"/>
    <w:rsid w:val="004E55D1"/>
    <w:rsid w:val="004F34DD"/>
    <w:rsid w:val="004F4AB3"/>
    <w:rsid w:val="004F6496"/>
    <w:rsid w:val="004F72A6"/>
    <w:rsid w:val="0050110D"/>
    <w:rsid w:val="0050481A"/>
    <w:rsid w:val="00521AAB"/>
    <w:rsid w:val="00523406"/>
    <w:rsid w:val="005241D6"/>
    <w:rsid w:val="00532FE4"/>
    <w:rsid w:val="005476D8"/>
    <w:rsid w:val="00553919"/>
    <w:rsid w:val="0056173F"/>
    <w:rsid w:val="00563AD1"/>
    <w:rsid w:val="00575AD1"/>
    <w:rsid w:val="0058611F"/>
    <w:rsid w:val="0058619A"/>
    <w:rsid w:val="00597E24"/>
    <w:rsid w:val="005A0ED8"/>
    <w:rsid w:val="005C4823"/>
    <w:rsid w:val="005D0C69"/>
    <w:rsid w:val="005D5977"/>
    <w:rsid w:val="005E048D"/>
    <w:rsid w:val="005F6FF2"/>
    <w:rsid w:val="006030D2"/>
    <w:rsid w:val="00606C97"/>
    <w:rsid w:val="00612139"/>
    <w:rsid w:val="006140C8"/>
    <w:rsid w:val="006202E3"/>
    <w:rsid w:val="00653CBD"/>
    <w:rsid w:val="00657654"/>
    <w:rsid w:val="0066725A"/>
    <w:rsid w:val="006B038A"/>
    <w:rsid w:val="006B0963"/>
    <w:rsid w:val="006E1798"/>
    <w:rsid w:val="006F563D"/>
    <w:rsid w:val="006F7F79"/>
    <w:rsid w:val="00700083"/>
    <w:rsid w:val="00701262"/>
    <w:rsid w:val="007035E8"/>
    <w:rsid w:val="007116F9"/>
    <w:rsid w:val="0071797D"/>
    <w:rsid w:val="00726067"/>
    <w:rsid w:val="00730D26"/>
    <w:rsid w:val="00732C7C"/>
    <w:rsid w:val="00740F40"/>
    <w:rsid w:val="00743756"/>
    <w:rsid w:val="00757EF1"/>
    <w:rsid w:val="00774069"/>
    <w:rsid w:val="00782678"/>
    <w:rsid w:val="007B0A91"/>
    <w:rsid w:val="007B622C"/>
    <w:rsid w:val="007B6DE9"/>
    <w:rsid w:val="007D3B90"/>
    <w:rsid w:val="007D503B"/>
    <w:rsid w:val="007E4A8F"/>
    <w:rsid w:val="007F06E9"/>
    <w:rsid w:val="00800E74"/>
    <w:rsid w:val="008149F1"/>
    <w:rsid w:val="00826F35"/>
    <w:rsid w:val="0083334A"/>
    <w:rsid w:val="00864912"/>
    <w:rsid w:val="008701A7"/>
    <w:rsid w:val="008808C4"/>
    <w:rsid w:val="008A78C7"/>
    <w:rsid w:val="008B57E4"/>
    <w:rsid w:val="008B7C47"/>
    <w:rsid w:val="008C6144"/>
    <w:rsid w:val="008C7C14"/>
    <w:rsid w:val="008E03C4"/>
    <w:rsid w:val="008E0E32"/>
    <w:rsid w:val="008E4DFA"/>
    <w:rsid w:val="008F0853"/>
    <w:rsid w:val="008F6E56"/>
    <w:rsid w:val="009032C7"/>
    <w:rsid w:val="0092000F"/>
    <w:rsid w:val="00931290"/>
    <w:rsid w:val="00933624"/>
    <w:rsid w:val="00942330"/>
    <w:rsid w:val="009449A0"/>
    <w:rsid w:val="00957801"/>
    <w:rsid w:val="009664C7"/>
    <w:rsid w:val="0097609A"/>
    <w:rsid w:val="00977471"/>
    <w:rsid w:val="00977713"/>
    <w:rsid w:val="00982AAE"/>
    <w:rsid w:val="009938A2"/>
    <w:rsid w:val="00994F1B"/>
    <w:rsid w:val="00995F42"/>
    <w:rsid w:val="009A304F"/>
    <w:rsid w:val="009B33E6"/>
    <w:rsid w:val="009B45AF"/>
    <w:rsid w:val="009C27A2"/>
    <w:rsid w:val="009E2F92"/>
    <w:rsid w:val="009F0B80"/>
    <w:rsid w:val="00A02A66"/>
    <w:rsid w:val="00A03B4B"/>
    <w:rsid w:val="00A07302"/>
    <w:rsid w:val="00A07A8D"/>
    <w:rsid w:val="00A15B3E"/>
    <w:rsid w:val="00A36825"/>
    <w:rsid w:val="00A46B2D"/>
    <w:rsid w:val="00A50E53"/>
    <w:rsid w:val="00A621CB"/>
    <w:rsid w:val="00A67649"/>
    <w:rsid w:val="00A80F89"/>
    <w:rsid w:val="00A84E51"/>
    <w:rsid w:val="00A87FDD"/>
    <w:rsid w:val="00A96C85"/>
    <w:rsid w:val="00AA5B61"/>
    <w:rsid w:val="00AB0C90"/>
    <w:rsid w:val="00AB48DB"/>
    <w:rsid w:val="00AC1E2F"/>
    <w:rsid w:val="00AD7B1F"/>
    <w:rsid w:val="00AE0299"/>
    <w:rsid w:val="00B132CE"/>
    <w:rsid w:val="00B315FE"/>
    <w:rsid w:val="00B46CE1"/>
    <w:rsid w:val="00B50EF4"/>
    <w:rsid w:val="00B630DB"/>
    <w:rsid w:val="00B65712"/>
    <w:rsid w:val="00B730DA"/>
    <w:rsid w:val="00B73EE9"/>
    <w:rsid w:val="00B80DB7"/>
    <w:rsid w:val="00B816B3"/>
    <w:rsid w:val="00B92DC1"/>
    <w:rsid w:val="00B94020"/>
    <w:rsid w:val="00B953A5"/>
    <w:rsid w:val="00BA43C1"/>
    <w:rsid w:val="00BB2E27"/>
    <w:rsid w:val="00BB7031"/>
    <w:rsid w:val="00BC2588"/>
    <w:rsid w:val="00BD7168"/>
    <w:rsid w:val="00BE4074"/>
    <w:rsid w:val="00C00E23"/>
    <w:rsid w:val="00C02CE7"/>
    <w:rsid w:val="00C072CF"/>
    <w:rsid w:val="00C12A39"/>
    <w:rsid w:val="00C20CFD"/>
    <w:rsid w:val="00C3072E"/>
    <w:rsid w:val="00C31BC8"/>
    <w:rsid w:val="00C32C8D"/>
    <w:rsid w:val="00C360C6"/>
    <w:rsid w:val="00C55D31"/>
    <w:rsid w:val="00C67FA1"/>
    <w:rsid w:val="00C7263C"/>
    <w:rsid w:val="00CA4B1C"/>
    <w:rsid w:val="00CB2D96"/>
    <w:rsid w:val="00CB3C8A"/>
    <w:rsid w:val="00CB65DD"/>
    <w:rsid w:val="00CC3C43"/>
    <w:rsid w:val="00CD3597"/>
    <w:rsid w:val="00CE20CC"/>
    <w:rsid w:val="00CE3281"/>
    <w:rsid w:val="00CE3C7D"/>
    <w:rsid w:val="00CE3F35"/>
    <w:rsid w:val="00CE4E5D"/>
    <w:rsid w:val="00D00BF1"/>
    <w:rsid w:val="00D070C0"/>
    <w:rsid w:val="00D0743F"/>
    <w:rsid w:val="00D15587"/>
    <w:rsid w:val="00D304A0"/>
    <w:rsid w:val="00D4119F"/>
    <w:rsid w:val="00D41D32"/>
    <w:rsid w:val="00D44A15"/>
    <w:rsid w:val="00D636DD"/>
    <w:rsid w:val="00DB7606"/>
    <w:rsid w:val="00DC2BAB"/>
    <w:rsid w:val="00DD38BE"/>
    <w:rsid w:val="00DD785D"/>
    <w:rsid w:val="00DE5E53"/>
    <w:rsid w:val="00DF0853"/>
    <w:rsid w:val="00E02A97"/>
    <w:rsid w:val="00E07CFF"/>
    <w:rsid w:val="00E140FF"/>
    <w:rsid w:val="00E4217D"/>
    <w:rsid w:val="00E46CE0"/>
    <w:rsid w:val="00E473FC"/>
    <w:rsid w:val="00E56E7E"/>
    <w:rsid w:val="00E8111B"/>
    <w:rsid w:val="00E81D16"/>
    <w:rsid w:val="00E8371A"/>
    <w:rsid w:val="00E83D9F"/>
    <w:rsid w:val="00E96519"/>
    <w:rsid w:val="00E9783C"/>
    <w:rsid w:val="00EA61CD"/>
    <w:rsid w:val="00EB3920"/>
    <w:rsid w:val="00EB69EE"/>
    <w:rsid w:val="00EC77F6"/>
    <w:rsid w:val="00EE08A9"/>
    <w:rsid w:val="00EE5F08"/>
    <w:rsid w:val="00F043E8"/>
    <w:rsid w:val="00F061CE"/>
    <w:rsid w:val="00F11B40"/>
    <w:rsid w:val="00F12909"/>
    <w:rsid w:val="00F135A2"/>
    <w:rsid w:val="00F153DC"/>
    <w:rsid w:val="00F16480"/>
    <w:rsid w:val="00F20ACB"/>
    <w:rsid w:val="00F32C2D"/>
    <w:rsid w:val="00F42748"/>
    <w:rsid w:val="00F42B45"/>
    <w:rsid w:val="00F45E1F"/>
    <w:rsid w:val="00F50F40"/>
    <w:rsid w:val="00F5330C"/>
    <w:rsid w:val="00F66172"/>
    <w:rsid w:val="00F702C1"/>
    <w:rsid w:val="00F76749"/>
    <w:rsid w:val="00F811D8"/>
    <w:rsid w:val="00F82F62"/>
    <w:rsid w:val="00FA28A2"/>
    <w:rsid w:val="00FA4A7C"/>
    <w:rsid w:val="00FC7124"/>
    <w:rsid w:val="00FD4684"/>
    <w:rsid w:val="00FD4FD5"/>
    <w:rsid w:val="00FF6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4B1C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B1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532FE4"/>
    <w:pPr>
      <w:framePr w:w="4401" w:h="1873" w:hSpace="180" w:wrap="around" w:vAnchor="text" w:hAnchor="page" w:x="4321" w:y="103"/>
      <w:spacing w:after="0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32FE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E46CE0"/>
    <w:rPr>
      <w:rFonts w:cs="Times New Roman"/>
      <w:color w:val="106BBE"/>
    </w:rPr>
  </w:style>
  <w:style w:type="paragraph" w:styleId="a6">
    <w:name w:val="List Paragraph"/>
    <w:basedOn w:val="a"/>
    <w:uiPriority w:val="34"/>
    <w:qFormat/>
    <w:rsid w:val="00E46CE0"/>
    <w:pPr>
      <w:ind w:left="720"/>
      <w:contextualSpacing/>
    </w:pPr>
  </w:style>
  <w:style w:type="character" w:customStyle="1" w:styleId="a7">
    <w:name w:val="Цветовое выделение"/>
    <w:uiPriority w:val="99"/>
    <w:rsid w:val="00105FDE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rsid w:val="002C3A9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F82F62"/>
    <w:pPr>
      <w:tabs>
        <w:tab w:val="center" w:pos="4677"/>
        <w:tab w:val="right" w:pos="9355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  <w:rsid w:val="00F82F62"/>
  </w:style>
  <w:style w:type="paragraph" w:styleId="ac">
    <w:name w:val="footer"/>
    <w:basedOn w:val="a"/>
    <w:link w:val="ad"/>
    <w:uiPriority w:val="99"/>
    <w:semiHidden/>
    <w:unhideWhenUsed/>
    <w:rsid w:val="00F82F62"/>
    <w:pPr>
      <w:tabs>
        <w:tab w:val="center" w:pos="4677"/>
        <w:tab w:val="right" w:pos="9355"/>
      </w:tabs>
      <w:spacing w:after="0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2F62"/>
  </w:style>
  <w:style w:type="table" w:styleId="ae">
    <w:name w:val="Table Grid"/>
    <w:basedOn w:val="a1"/>
    <w:rsid w:val="00CE3F3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F34D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F32C2D"/>
    <w:rPr>
      <w:color w:val="0000FF"/>
      <w:u w:val="single"/>
    </w:rPr>
  </w:style>
  <w:style w:type="paragraph" w:customStyle="1" w:styleId="ConsPlusNonformat">
    <w:name w:val="ConsPlusNonformat"/>
    <w:rsid w:val="00A07A8D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styleId="af0">
    <w:name w:val="page number"/>
    <w:basedOn w:val="a0"/>
    <w:rsid w:val="0002416B"/>
  </w:style>
  <w:style w:type="paragraph" w:styleId="af1">
    <w:name w:val="Body Text"/>
    <w:basedOn w:val="a"/>
    <w:link w:val="af2"/>
    <w:rsid w:val="0002416B"/>
    <w:pPr>
      <w:spacing w:after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024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2416B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Default">
    <w:name w:val="Default"/>
    <w:rsid w:val="0002416B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AE16D5-B35E-4DA3-A1A8-C96AB0C93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krikun</dc:creator>
  <cp:lastModifiedBy>Filatova</cp:lastModifiedBy>
  <cp:revision>9</cp:revision>
  <cp:lastPrinted>2022-03-18T07:09:00Z</cp:lastPrinted>
  <dcterms:created xsi:type="dcterms:W3CDTF">2020-12-14T02:02:00Z</dcterms:created>
  <dcterms:modified xsi:type="dcterms:W3CDTF">2022-03-18T10:27:00Z</dcterms:modified>
</cp:coreProperties>
</file>