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C7" w:rsidRDefault="009032C7"/>
    <w:tbl>
      <w:tblPr>
        <w:tblStyle w:val="ae"/>
        <w:tblW w:w="4395" w:type="dxa"/>
        <w:tblInd w:w="5778" w:type="dxa"/>
        <w:tblLook w:val="04A0"/>
      </w:tblPr>
      <w:tblGrid>
        <w:gridCol w:w="4395"/>
      </w:tblGrid>
      <w:tr w:rsidR="009032C7" w:rsidTr="009032C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032C7" w:rsidRP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9032C7" w:rsidRDefault="009032C7" w:rsidP="00606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2237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BB70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237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BB70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78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4F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22377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  <w:p w:rsidR="00606C97" w:rsidRDefault="00606C97" w:rsidP="00606C97"/>
        </w:tc>
      </w:tr>
      <w:tr w:rsidR="00A67649" w:rsidRPr="009032C7" w:rsidTr="00A6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4395" w:type="dxa"/>
          </w:tcPr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 w:rsidRPr="009032C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A67649" w:rsidRPr="009032C7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 w:rsidRPr="009032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153DC">
        <w:trPr>
          <w:trHeight w:val="2588"/>
        </w:trPr>
        <w:tc>
          <w:tcPr>
            <w:tcW w:w="2620" w:type="dxa"/>
          </w:tcPr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9032C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О.В.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Тельманова А.Ф.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Космынина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Default="0019628E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Default="0019628E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Pr="0071797D" w:rsidRDefault="0019628E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В.Н.</w:t>
            </w:r>
          </w:p>
        </w:tc>
        <w:tc>
          <w:tcPr>
            <w:tcW w:w="520" w:type="dxa"/>
            <w:vAlign w:val="center"/>
          </w:tcPr>
          <w:p w:rsidR="002F02B1" w:rsidRPr="0019628E" w:rsidRDefault="002F02B1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Pr="0019628E" w:rsidRDefault="007B622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Pr="0019628E" w:rsidRDefault="00F66172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4F72A6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Pr="0019628E" w:rsidRDefault="004F72A6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19628E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Pr="0019628E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19628E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9628E" w:rsidRDefault="0019628E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Default="0019628E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Default="0019628E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Pr="0019628E" w:rsidRDefault="0019628E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Pr="0019628E" w:rsidRDefault="00F153DC" w:rsidP="00F153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Default="002F02B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председател</w:t>
            </w:r>
            <w:r w:rsidR="00606C9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-экономист по труду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13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13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Default="001E7DDF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по финансово-экономической работе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19628E" w:rsidRDefault="0019628E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Default="0019628E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28E" w:rsidRDefault="0019628E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ТПО г. Железногорска РПРАЭП</w:t>
            </w:r>
          </w:p>
          <w:p w:rsidR="0019628E" w:rsidRPr="0071797D" w:rsidRDefault="0019628E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9032C7">
      <w:head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782" w:rsidRDefault="00507782" w:rsidP="00F82F62">
      <w:pPr>
        <w:spacing w:after="0"/>
      </w:pPr>
      <w:r>
        <w:separator/>
      </w:r>
    </w:p>
  </w:endnote>
  <w:endnote w:type="continuationSeparator" w:id="0">
    <w:p w:rsidR="00507782" w:rsidRDefault="00507782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782" w:rsidRDefault="00507782" w:rsidP="00F82F62">
      <w:pPr>
        <w:spacing w:after="0"/>
      </w:pPr>
      <w:r>
        <w:separator/>
      </w:r>
    </w:p>
  </w:footnote>
  <w:footnote w:type="continuationSeparator" w:id="0">
    <w:p w:rsidR="00507782" w:rsidRDefault="00507782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165904">
        <w:pPr>
          <w:pStyle w:val="aa"/>
          <w:jc w:val="center"/>
        </w:pPr>
        <w:fldSimple w:instr=" PAGE   \* MERGEFORMAT ">
          <w:r w:rsidR="00922377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05C0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0392"/>
    <w:rsid w:val="0014458D"/>
    <w:rsid w:val="00154D5E"/>
    <w:rsid w:val="00165904"/>
    <w:rsid w:val="00167A7F"/>
    <w:rsid w:val="001772D8"/>
    <w:rsid w:val="00186439"/>
    <w:rsid w:val="00187541"/>
    <w:rsid w:val="00191B3B"/>
    <w:rsid w:val="00192B3B"/>
    <w:rsid w:val="00192E04"/>
    <w:rsid w:val="0019628E"/>
    <w:rsid w:val="001A4738"/>
    <w:rsid w:val="001B001A"/>
    <w:rsid w:val="001D3B1A"/>
    <w:rsid w:val="001E7DDF"/>
    <w:rsid w:val="001F591B"/>
    <w:rsid w:val="0020642C"/>
    <w:rsid w:val="002419D2"/>
    <w:rsid w:val="00242048"/>
    <w:rsid w:val="00250898"/>
    <w:rsid w:val="00270EFE"/>
    <w:rsid w:val="002A0782"/>
    <w:rsid w:val="002A083E"/>
    <w:rsid w:val="002A0B25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2BC1"/>
    <w:rsid w:val="003C365B"/>
    <w:rsid w:val="003D7D3C"/>
    <w:rsid w:val="003E52CA"/>
    <w:rsid w:val="003F4098"/>
    <w:rsid w:val="003F491A"/>
    <w:rsid w:val="00403AB3"/>
    <w:rsid w:val="0041421C"/>
    <w:rsid w:val="0041448C"/>
    <w:rsid w:val="00427D8E"/>
    <w:rsid w:val="00431AA3"/>
    <w:rsid w:val="00435171"/>
    <w:rsid w:val="00442BAE"/>
    <w:rsid w:val="00464AB0"/>
    <w:rsid w:val="004767D9"/>
    <w:rsid w:val="00492794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07782"/>
    <w:rsid w:val="00521AAB"/>
    <w:rsid w:val="00523406"/>
    <w:rsid w:val="005241D6"/>
    <w:rsid w:val="00525DAB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06C97"/>
    <w:rsid w:val="00612139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84618"/>
    <w:rsid w:val="007B0A91"/>
    <w:rsid w:val="007B622C"/>
    <w:rsid w:val="007B6DE9"/>
    <w:rsid w:val="007D3B90"/>
    <w:rsid w:val="007D503B"/>
    <w:rsid w:val="007E4A8F"/>
    <w:rsid w:val="007F06E9"/>
    <w:rsid w:val="00800E74"/>
    <w:rsid w:val="008149F1"/>
    <w:rsid w:val="00826F35"/>
    <w:rsid w:val="0083334A"/>
    <w:rsid w:val="00864912"/>
    <w:rsid w:val="008701A7"/>
    <w:rsid w:val="008808C4"/>
    <w:rsid w:val="008A78C7"/>
    <w:rsid w:val="008B57E4"/>
    <w:rsid w:val="008B7C47"/>
    <w:rsid w:val="008C6144"/>
    <w:rsid w:val="008C7C14"/>
    <w:rsid w:val="008E03C4"/>
    <w:rsid w:val="008E0E32"/>
    <w:rsid w:val="008E4DFA"/>
    <w:rsid w:val="008F0853"/>
    <w:rsid w:val="008F6E56"/>
    <w:rsid w:val="009032C7"/>
    <w:rsid w:val="0092000F"/>
    <w:rsid w:val="00922377"/>
    <w:rsid w:val="00931290"/>
    <w:rsid w:val="00933624"/>
    <w:rsid w:val="00942330"/>
    <w:rsid w:val="009449A0"/>
    <w:rsid w:val="00957801"/>
    <w:rsid w:val="009664C7"/>
    <w:rsid w:val="0097609A"/>
    <w:rsid w:val="00977471"/>
    <w:rsid w:val="00977713"/>
    <w:rsid w:val="00982AAE"/>
    <w:rsid w:val="009938A2"/>
    <w:rsid w:val="00994F1B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302"/>
    <w:rsid w:val="00A07A8D"/>
    <w:rsid w:val="00A15B3E"/>
    <w:rsid w:val="00A36825"/>
    <w:rsid w:val="00A46B2D"/>
    <w:rsid w:val="00A50E53"/>
    <w:rsid w:val="00A621CB"/>
    <w:rsid w:val="00A67649"/>
    <w:rsid w:val="00A80F89"/>
    <w:rsid w:val="00A84E51"/>
    <w:rsid w:val="00A87FDD"/>
    <w:rsid w:val="00A96C85"/>
    <w:rsid w:val="00AA5B61"/>
    <w:rsid w:val="00AB0C90"/>
    <w:rsid w:val="00AB48DB"/>
    <w:rsid w:val="00AC1E2F"/>
    <w:rsid w:val="00AD7B1F"/>
    <w:rsid w:val="00AE0299"/>
    <w:rsid w:val="00B132CE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94020"/>
    <w:rsid w:val="00B953A5"/>
    <w:rsid w:val="00BA43C1"/>
    <w:rsid w:val="00BB2E27"/>
    <w:rsid w:val="00BB7031"/>
    <w:rsid w:val="00BC2588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55D31"/>
    <w:rsid w:val="00C67FA1"/>
    <w:rsid w:val="00C7263C"/>
    <w:rsid w:val="00CA4B1C"/>
    <w:rsid w:val="00CB2D96"/>
    <w:rsid w:val="00CB3C8A"/>
    <w:rsid w:val="00CB65DD"/>
    <w:rsid w:val="00CC3C43"/>
    <w:rsid w:val="00CD3597"/>
    <w:rsid w:val="00CE20CC"/>
    <w:rsid w:val="00CE3281"/>
    <w:rsid w:val="00CE3C7D"/>
    <w:rsid w:val="00CE3F35"/>
    <w:rsid w:val="00CE4E5D"/>
    <w:rsid w:val="00D00BF1"/>
    <w:rsid w:val="00D070C0"/>
    <w:rsid w:val="00D0743F"/>
    <w:rsid w:val="00D15587"/>
    <w:rsid w:val="00D304A0"/>
    <w:rsid w:val="00D4119F"/>
    <w:rsid w:val="00D41D32"/>
    <w:rsid w:val="00D44A15"/>
    <w:rsid w:val="00D636DD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9783C"/>
    <w:rsid w:val="00EA61CD"/>
    <w:rsid w:val="00EB3920"/>
    <w:rsid w:val="00EB69EE"/>
    <w:rsid w:val="00EC77F6"/>
    <w:rsid w:val="00EE08A9"/>
    <w:rsid w:val="00EE5F08"/>
    <w:rsid w:val="00F043E8"/>
    <w:rsid w:val="00F061CE"/>
    <w:rsid w:val="00F11B40"/>
    <w:rsid w:val="00F12909"/>
    <w:rsid w:val="00F135A2"/>
    <w:rsid w:val="00F153DC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A4A7C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4BCF0-E444-45A4-93BE-68E27A3E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5</cp:revision>
  <cp:lastPrinted>2022-03-18T07:09:00Z</cp:lastPrinted>
  <dcterms:created xsi:type="dcterms:W3CDTF">2022-03-29T06:38:00Z</dcterms:created>
  <dcterms:modified xsi:type="dcterms:W3CDTF">2022-04-01T08:14:00Z</dcterms:modified>
</cp:coreProperties>
</file>