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C1A" w:rsidRDefault="00AE1AD2" w:rsidP="00277C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9052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0B7472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74E4E" w:rsidRPr="0079319E" w:rsidRDefault="00420C75" w:rsidP="0067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02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5C63" w:rsidRDefault="00235C63" w:rsidP="00235C63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573717" w:rsidRDefault="00573717" w:rsidP="00573717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79319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73717" w:rsidRDefault="00573717" w:rsidP="00573717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</w:t>
      </w:r>
      <w:r w:rsidR="00115FFE">
        <w:rPr>
          <w:rFonts w:ascii="Times New Roman" w:hAnsi="Times New Roman" w:cs="Times New Roman"/>
          <w:sz w:val="28"/>
          <w:szCs w:val="28"/>
        </w:rPr>
        <w:t xml:space="preserve"> </w:t>
      </w:r>
      <w:r w:rsidRPr="0079319E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6265C8" w:rsidRDefault="006265C8" w:rsidP="006265C8">
      <w:pPr>
        <w:framePr w:w="10921" w:h="80" w:hRule="exact" w:hSpace="180" w:wrap="around" w:vAnchor="text" w:hAnchor="page" w:x="461" w:y="2235"/>
        <w:spacing w:after="0" w:line="240" w:lineRule="auto"/>
        <w:jc w:val="center"/>
        <w:rPr>
          <w:rFonts w:ascii="Times New Roman" w:hAnsi="Times New Roman"/>
          <w:b/>
          <w:sz w:val="36"/>
        </w:rPr>
      </w:pPr>
    </w:p>
    <w:p w:rsidR="006265C8" w:rsidRPr="00187971" w:rsidRDefault="006265C8" w:rsidP="006265C8">
      <w:pPr>
        <w:framePr w:w="10921" w:h="80" w:hRule="exact" w:hSpace="180" w:wrap="around" w:vAnchor="text" w:hAnchor="page" w:x="461" w:y="2235"/>
        <w:spacing w:after="0" w:line="240" w:lineRule="auto"/>
        <w:jc w:val="center"/>
        <w:rPr>
          <w:rFonts w:ascii="Times New Roman" w:hAnsi="Times New Roman"/>
          <w:b/>
          <w:sz w:val="36"/>
        </w:rPr>
      </w:pPr>
    </w:p>
    <w:p w:rsidR="006265C8" w:rsidRPr="0079319E" w:rsidRDefault="006265C8" w:rsidP="006265C8">
      <w:pPr>
        <w:framePr w:w="10921" w:h="80" w:hRule="exact" w:hSpace="180" w:wrap="around" w:vAnchor="text" w:hAnchor="page" w:x="461" w:y="2235"/>
        <w:spacing w:line="240" w:lineRule="auto"/>
        <w:jc w:val="center"/>
        <w:rPr>
          <w:b/>
          <w:sz w:val="32"/>
          <w:szCs w:val="32"/>
        </w:rPr>
      </w:pPr>
    </w:p>
    <w:p w:rsidR="006265C8" w:rsidRDefault="00573717" w:rsidP="002B57D2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0A44C2">
        <w:rPr>
          <w:rFonts w:ascii="Times New Roman" w:hAnsi="Times New Roman" w:cs="Times New Roman"/>
          <w:sz w:val="28"/>
          <w:szCs w:val="28"/>
        </w:rPr>
        <w:t xml:space="preserve">от  </w:t>
      </w:r>
      <w:r w:rsidR="00411BA3">
        <w:rPr>
          <w:rFonts w:ascii="Times New Roman" w:hAnsi="Times New Roman" w:cs="Times New Roman"/>
          <w:sz w:val="28"/>
          <w:szCs w:val="28"/>
        </w:rPr>
        <w:t>09.03.2023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B44965">
        <w:rPr>
          <w:rFonts w:ascii="Times New Roman" w:hAnsi="Times New Roman" w:cs="Times New Roman"/>
          <w:sz w:val="28"/>
          <w:szCs w:val="28"/>
        </w:rPr>
        <w:t xml:space="preserve"> </w:t>
      </w:r>
      <w:r w:rsidR="00411BA3">
        <w:rPr>
          <w:rFonts w:ascii="Times New Roman" w:hAnsi="Times New Roman" w:cs="Times New Roman"/>
          <w:sz w:val="28"/>
          <w:szCs w:val="28"/>
        </w:rPr>
        <w:t>388</w:t>
      </w:r>
    </w:p>
    <w:p w:rsidR="006265C8" w:rsidRDefault="006265C8" w:rsidP="002B57D2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</w:p>
    <w:p w:rsidR="002B57D2" w:rsidRDefault="002B57D2" w:rsidP="002B57D2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A72256">
        <w:rPr>
          <w:rFonts w:ascii="Times New Roman" w:hAnsi="Times New Roman" w:cs="Times New Roman"/>
          <w:sz w:val="28"/>
          <w:szCs w:val="28"/>
        </w:rPr>
        <w:t xml:space="preserve"> №</w:t>
      </w:r>
      <w:r w:rsidR="006265C8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717" w:rsidRDefault="00573717" w:rsidP="00573717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79319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73717" w:rsidRDefault="00573717" w:rsidP="00573717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</w:t>
      </w:r>
      <w:r w:rsidR="00115FFE">
        <w:rPr>
          <w:rFonts w:ascii="Times New Roman" w:hAnsi="Times New Roman" w:cs="Times New Roman"/>
          <w:sz w:val="28"/>
          <w:szCs w:val="28"/>
        </w:rPr>
        <w:t xml:space="preserve"> </w:t>
      </w:r>
      <w:r w:rsidRPr="0079319E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573717" w:rsidRPr="00A72256" w:rsidRDefault="00573717" w:rsidP="00DD7DAB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6265C8">
        <w:rPr>
          <w:rFonts w:ascii="Times New Roman" w:hAnsi="Times New Roman" w:cs="Times New Roman"/>
          <w:sz w:val="28"/>
          <w:szCs w:val="28"/>
        </w:rPr>
        <w:t>14</w:t>
      </w:r>
      <w:r w:rsidR="00A72256" w:rsidRPr="00FC162C">
        <w:rPr>
          <w:rFonts w:ascii="Times New Roman" w:hAnsi="Times New Roman" w:cs="Times New Roman"/>
          <w:sz w:val="28"/>
          <w:szCs w:val="28"/>
        </w:rPr>
        <w:t>.0</w:t>
      </w:r>
      <w:r w:rsidR="006265C8">
        <w:rPr>
          <w:rFonts w:ascii="Times New Roman" w:hAnsi="Times New Roman" w:cs="Times New Roman"/>
          <w:sz w:val="28"/>
          <w:szCs w:val="28"/>
        </w:rPr>
        <w:t>9</w:t>
      </w:r>
      <w:r w:rsidR="00A72256" w:rsidRPr="00FC162C">
        <w:rPr>
          <w:rFonts w:ascii="Times New Roman" w:hAnsi="Times New Roman" w:cs="Times New Roman"/>
          <w:sz w:val="28"/>
          <w:szCs w:val="28"/>
        </w:rPr>
        <w:t>.201</w:t>
      </w:r>
      <w:r w:rsidR="006265C8">
        <w:rPr>
          <w:rFonts w:ascii="Times New Roman" w:hAnsi="Times New Roman" w:cs="Times New Roman"/>
          <w:sz w:val="28"/>
          <w:szCs w:val="28"/>
        </w:rPr>
        <w:t>5</w:t>
      </w:r>
      <w:r w:rsidR="00A72256">
        <w:rPr>
          <w:rFonts w:ascii="Times New Roman" w:hAnsi="Times New Roman" w:cs="Times New Roman"/>
          <w:sz w:val="28"/>
          <w:szCs w:val="28"/>
        </w:rPr>
        <w:t xml:space="preserve"> № </w:t>
      </w:r>
      <w:r w:rsidR="006265C8">
        <w:rPr>
          <w:rFonts w:ascii="Times New Roman" w:hAnsi="Times New Roman" w:cs="Times New Roman"/>
          <w:sz w:val="28"/>
          <w:szCs w:val="28"/>
        </w:rPr>
        <w:t>1469</w:t>
      </w:r>
    </w:p>
    <w:p w:rsidR="00573717" w:rsidRDefault="00573717" w:rsidP="00DD7DAB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</w:p>
    <w:p w:rsidR="00562C1A" w:rsidRPr="00D21145" w:rsidRDefault="00562C1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21145"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:rsidR="00562C1A" w:rsidRPr="00D21145" w:rsidRDefault="00CA7F52" w:rsidP="004D7EC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межведомственной рабочей группы по снижению неформальной занятости населения и повышению собираемости страховых взносов во внебюджетные фонды на территории </w:t>
      </w:r>
      <w:r w:rsidR="00033CCF">
        <w:rPr>
          <w:rFonts w:ascii="Times New Roman" w:hAnsi="Times New Roman" w:cs="Times New Roman"/>
          <w:b w:val="0"/>
          <w:sz w:val="28"/>
          <w:szCs w:val="28"/>
        </w:rPr>
        <w:t>ЗАТО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Железногорск</w:t>
      </w:r>
      <w:r w:rsidRPr="00D2114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24263" w:rsidRDefault="00B24263" w:rsidP="00B242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802"/>
        <w:gridCol w:w="561"/>
        <w:gridCol w:w="6535"/>
      </w:tblGrid>
      <w:tr w:rsidR="00B24263" w:rsidTr="00097D1F">
        <w:trPr>
          <w:trHeight w:val="2515"/>
        </w:trPr>
        <w:tc>
          <w:tcPr>
            <w:tcW w:w="2802" w:type="dxa"/>
          </w:tcPr>
          <w:p w:rsidR="007B2E26" w:rsidRDefault="00097D1F" w:rsidP="003321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Чернятин Дмитрий Михайлович</w:t>
            </w:r>
            <w:r w:rsidR="00B242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0BAB" w:rsidRDefault="00E00BAB" w:rsidP="003321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BAB" w:rsidRDefault="00E00BAB" w:rsidP="003321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BAB" w:rsidRPr="003169F7" w:rsidRDefault="00E00BAB" w:rsidP="00E00B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 Евгений Александрович</w:t>
            </w:r>
          </w:p>
          <w:p w:rsidR="00E00BAB" w:rsidRDefault="00E00BAB" w:rsidP="003321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401" w:rsidRDefault="00591401" w:rsidP="003321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0FD8" w:rsidRDefault="001F0FD8" w:rsidP="001F0F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Гайкова Елена      </w:t>
            </w:r>
          </w:p>
          <w:p w:rsidR="001F0FD8" w:rsidRDefault="001F0FD8" w:rsidP="001F0F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  <w:p w:rsidR="001F0FD8" w:rsidRDefault="001F0FD8" w:rsidP="00316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0FD8" w:rsidRDefault="001F0FD8" w:rsidP="00316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4E4E" w:rsidRDefault="00674E4E" w:rsidP="007F60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dxa"/>
          </w:tcPr>
          <w:p w:rsidR="003169F7" w:rsidRDefault="00B24263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00BAB" w:rsidRDefault="00E00BAB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BAB" w:rsidRDefault="00E00BAB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BAB" w:rsidRDefault="00E00BAB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BAB" w:rsidRDefault="00E00BAB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91401" w:rsidRDefault="00591401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BAB" w:rsidRDefault="00E00BAB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BAB" w:rsidRDefault="00E00BAB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0FD8" w:rsidRDefault="001F0FD8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84D3F" w:rsidRDefault="00184D3F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D3F" w:rsidRDefault="00184D3F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263" w:rsidRDefault="00B24263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7CC1" w:rsidRDefault="00437CC1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35" w:type="dxa"/>
          </w:tcPr>
          <w:p w:rsidR="00900155" w:rsidRDefault="00B24263" w:rsidP="003553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7F605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</w:t>
            </w:r>
            <w:r w:rsidR="007451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115F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Железногорск, </w:t>
            </w:r>
            <w:r w:rsidR="007F605D">
              <w:rPr>
                <w:rFonts w:ascii="Times New Roman" w:hAnsi="Times New Roman" w:cs="Times New Roman"/>
                <w:sz w:val="28"/>
                <w:szCs w:val="28"/>
              </w:rPr>
              <w:t>руководитель рабочей 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0BAB" w:rsidRDefault="00E00BAB" w:rsidP="003553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BAB" w:rsidRDefault="00E00BAB" w:rsidP="003553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BAB" w:rsidRDefault="00E00BAB" w:rsidP="00E00B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заместителя Главы ЗАТО г. Железногорск по социальным вопросам, заместитель руководителя рабочей группы</w:t>
            </w:r>
          </w:p>
          <w:p w:rsidR="00E00BAB" w:rsidRDefault="00E00BAB" w:rsidP="003553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D3F" w:rsidRDefault="001F0FD8" w:rsidP="001F01D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– экономист по труду в отделе </w:t>
            </w:r>
            <w:r w:rsidR="007F605D">
              <w:rPr>
                <w:rFonts w:ascii="Times New Roman" w:hAnsi="Times New Roman" w:cs="Times New Roman"/>
                <w:sz w:val="28"/>
                <w:szCs w:val="28"/>
              </w:rPr>
              <w:t>кадров и муниципальной службы Управления по правовой и кадровой работе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секретарь </w:t>
            </w:r>
            <w:r w:rsidR="001F01D0"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</w:p>
          <w:p w:rsidR="001F01D0" w:rsidRDefault="001F01D0" w:rsidP="001F01D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2C1A" w:rsidRDefault="00562C1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9319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F71713" w:rsidRDefault="00F717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567"/>
        <w:gridCol w:w="6628"/>
      </w:tblGrid>
      <w:tr w:rsidR="00F71713" w:rsidTr="00F049B9">
        <w:tc>
          <w:tcPr>
            <w:tcW w:w="2802" w:type="dxa"/>
          </w:tcPr>
          <w:p w:rsidR="009269D2" w:rsidRDefault="00C523C1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Первушкина Ирина Евгеньевна</w:t>
            </w:r>
          </w:p>
          <w:p w:rsidR="009269D2" w:rsidRDefault="009269D2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9D2" w:rsidRDefault="009269D2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C523C1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Дунина Татьяна Михайловна</w:t>
            </w:r>
          </w:p>
          <w:p w:rsidR="00C523C1" w:rsidRDefault="00C523C1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D3F" w:rsidRDefault="00184D3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401" w:rsidRDefault="00AC5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Сабурова Елена  Николаевна</w:t>
            </w:r>
          </w:p>
          <w:p w:rsidR="00AC53E4" w:rsidRDefault="00AC5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805" w:rsidRDefault="00DA380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C523C1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Ермакович Василий Геннадьевич</w:t>
            </w: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AC53E4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Перепёлкин Александр Александрович</w:t>
            </w: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Новосёлов Алексей Николаевич</w:t>
            </w: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Томилова Анна Валентиновна</w:t>
            </w: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CB3" w:rsidRDefault="00362CB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E0A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5276D" w:rsidRDefault="00C327C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35276D" w:rsidRDefault="0035276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032" w:rsidRDefault="00135032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523C1" w:rsidRDefault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62CB3" w:rsidRDefault="00362CB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CB3" w:rsidRDefault="00362CB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401" w:rsidRDefault="0059140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9F9" w:rsidRDefault="000729F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729F9" w:rsidRDefault="000729F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86E" w:rsidRDefault="00B0186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46B8" w:rsidRDefault="00CE46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A89" w:rsidRDefault="00B37A8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53E4" w:rsidRDefault="00AC5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53E4" w:rsidRDefault="00AC5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44E0A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E0A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53E4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44E0A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628" w:type="dxa"/>
          </w:tcPr>
          <w:p w:rsidR="00B0186E" w:rsidRDefault="00C523C1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</w:t>
            </w:r>
            <w:r w:rsidR="00F71713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</w:t>
            </w:r>
            <w:r w:rsidR="00D21145">
              <w:rPr>
                <w:rFonts w:ascii="Times New Roman" w:hAnsi="Times New Roman" w:cs="Times New Roman"/>
                <w:sz w:val="28"/>
                <w:szCs w:val="28"/>
              </w:rPr>
              <w:t xml:space="preserve">кадров и муниципальной службы </w:t>
            </w:r>
            <w:r w:rsidR="00F71713">
              <w:rPr>
                <w:rFonts w:ascii="Times New Roman" w:hAnsi="Times New Roman" w:cs="Times New Roman"/>
                <w:sz w:val="28"/>
                <w:szCs w:val="28"/>
              </w:rPr>
              <w:t>Управления по правовой и кадровой работе Администрации ЗАТО г.</w:t>
            </w:r>
            <w:r w:rsidR="00115F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1713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C523C1" w:rsidRDefault="00C523C1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C523C1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экономики и планирования Администрации ЗАТО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елезногорск</w:t>
            </w:r>
          </w:p>
          <w:p w:rsidR="00C523C1" w:rsidRDefault="00C523C1" w:rsidP="002F60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E26" w:rsidRPr="009269D2" w:rsidRDefault="00AC53E4" w:rsidP="002F60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камеральных проверок № 4</w:t>
            </w:r>
            <w:r w:rsidR="009269D2" w:rsidRPr="009269D2">
              <w:rPr>
                <w:rFonts w:ascii="Times New Roman" w:hAnsi="Times New Roman" w:cs="Times New Roman"/>
                <w:sz w:val="28"/>
                <w:szCs w:val="28"/>
              </w:rPr>
              <w:t xml:space="preserve"> Межрайонной ИФНС России №2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269D2" w:rsidRPr="009269D2">
              <w:rPr>
                <w:rFonts w:ascii="Times New Roman" w:hAnsi="Times New Roman" w:cs="Times New Roman"/>
                <w:sz w:val="28"/>
                <w:szCs w:val="28"/>
              </w:rPr>
              <w:t xml:space="preserve"> по Красноярскому краю</w:t>
            </w:r>
            <w:r w:rsidR="00135032" w:rsidRPr="009269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E46B8" w:rsidRDefault="00CE46B8" w:rsidP="002F60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A89" w:rsidRDefault="001043B9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="00C523C1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отделения КГКУ «Управление социальной защиты населения» по ЗАТО г. Железногорск Красноярского края</w:t>
            </w:r>
          </w:p>
          <w:p w:rsidR="00F049B9" w:rsidRDefault="00F049B9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территориальной профсоюзной организации РПРАЭП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елезногорска Красноярского края</w:t>
            </w:r>
          </w:p>
          <w:p w:rsidR="00F049B9" w:rsidRDefault="00F049B9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53E4" w:rsidRDefault="00AC53E4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184D3F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</w:t>
            </w:r>
            <w:r w:rsidR="00F049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049B9">
              <w:rPr>
                <w:rFonts w:ascii="Times New Roman" w:hAnsi="Times New Roman" w:cs="Times New Roman"/>
                <w:sz w:val="28"/>
                <w:szCs w:val="28"/>
              </w:rPr>
              <w:t>ОЭБиПК</w:t>
            </w:r>
            <w:proofErr w:type="spellEnd"/>
            <w:r w:rsidR="00F049B9">
              <w:rPr>
                <w:rFonts w:ascii="Times New Roman" w:hAnsi="Times New Roman" w:cs="Times New Roman"/>
                <w:sz w:val="28"/>
                <w:szCs w:val="28"/>
              </w:rPr>
              <w:t xml:space="preserve"> МУ МВД России по ЗАТО г. Железногорск Красноярского края</w:t>
            </w:r>
          </w:p>
          <w:p w:rsidR="00F049B9" w:rsidRDefault="00F049B9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D3F" w:rsidRDefault="00184D3F" w:rsidP="00F049B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F049B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="001043B9">
              <w:rPr>
                <w:rFonts w:ascii="Times New Roman" w:hAnsi="Times New Roman" w:cs="Times New Roman"/>
                <w:sz w:val="28"/>
                <w:szCs w:val="28"/>
              </w:rPr>
              <w:t>взаимодействия со страхователями №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7D1F">
              <w:rPr>
                <w:rFonts w:ascii="Times New Roman" w:hAnsi="Times New Roman" w:cs="Times New Roman"/>
                <w:sz w:val="28"/>
                <w:szCs w:val="28"/>
              </w:rPr>
              <w:t>Отделения Фонда пенсионного и социального страхования</w:t>
            </w:r>
            <w:r w:rsidR="001043B9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Красноярско</w:t>
            </w:r>
            <w:r w:rsidR="001043B9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</w:t>
            </w:r>
            <w:r w:rsidR="001043B9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097D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049B9" w:rsidRDefault="00F049B9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F049B9">
        <w:tc>
          <w:tcPr>
            <w:tcW w:w="2802" w:type="dxa"/>
          </w:tcPr>
          <w:p w:rsidR="00D75E9C" w:rsidRDefault="00D75E9C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75E9C" w:rsidRDefault="00D75E9C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D75E9C">
        <w:tc>
          <w:tcPr>
            <w:tcW w:w="2802" w:type="dxa"/>
          </w:tcPr>
          <w:p w:rsidR="00D75E9C" w:rsidRDefault="00D75E9C" w:rsidP="00D05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75E9C" w:rsidRDefault="00D75E9C" w:rsidP="00BF50B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D75E9C">
        <w:tc>
          <w:tcPr>
            <w:tcW w:w="2802" w:type="dxa"/>
          </w:tcPr>
          <w:p w:rsidR="00D75E9C" w:rsidRDefault="00D75E9C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75E9C" w:rsidRDefault="00D75E9C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D75E9C">
        <w:tc>
          <w:tcPr>
            <w:tcW w:w="2802" w:type="dxa"/>
          </w:tcPr>
          <w:p w:rsidR="00D75E9C" w:rsidRDefault="00D75E9C" w:rsidP="00D05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B14561" w:rsidRDefault="00B14561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0A2F32">
        <w:tc>
          <w:tcPr>
            <w:tcW w:w="2802" w:type="dxa"/>
          </w:tcPr>
          <w:p w:rsidR="00D75E9C" w:rsidRDefault="00D75E9C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75E9C" w:rsidRDefault="00D75E9C" w:rsidP="002069C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3F57" w:rsidRDefault="001C3F57" w:rsidP="001C3F5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75E9C" w:rsidRDefault="00D75E9C" w:rsidP="001C3F5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75E9C" w:rsidRDefault="00D75E9C" w:rsidP="001C3F5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sectPr w:rsidR="00D75E9C" w:rsidSect="00460D1F">
      <w:pgSz w:w="11905" w:h="16838" w:code="9"/>
      <w:pgMar w:top="340" w:right="851" w:bottom="907" w:left="1276" w:header="720" w:footer="720" w:gutter="0"/>
      <w:pgNumType w:start="2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1BD" w:rsidRDefault="003321BD" w:rsidP="001C1242">
      <w:pPr>
        <w:spacing w:after="0" w:line="240" w:lineRule="auto"/>
      </w:pPr>
      <w:r>
        <w:separator/>
      </w:r>
    </w:p>
  </w:endnote>
  <w:endnote w:type="continuationSeparator" w:id="0">
    <w:p w:rsidR="003321BD" w:rsidRDefault="003321BD" w:rsidP="001C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1BD" w:rsidRDefault="003321BD" w:rsidP="001C1242">
      <w:pPr>
        <w:spacing w:after="0" w:line="240" w:lineRule="auto"/>
      </w:pPr>
      <w:r>
        <w:separator/>
      </w:r>
    </w:p>
  </w:footnote>
  <w:footnote w:type="continuationSeparator" w:id="0">
    <w:p w:rsidR="003321BD" w:rsidRDefault="003321BD" w:rsidP="001C12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2C1A"/>
    <w:rsid w:val="00005496"/>
    <w:rsid w:val="00005A52"/>
    <w:rsid w:val="00012B92"/>
    <w:rsid w:val="00015DAC"/>
    <w:rsid w:val="000160E1"/>
    <w:rsid w:val="00017451"/>
    <w:rsid w:val="000254CF"/>
    <w:rsid w:val="00033CCF"/>
    <w:rsid w:val="000408C9"/>
    <w:rsid w:val="00050112"/>
    <w:rsid w:val="00051828"/>
    <w:rsid w:val="00061E8B"/>
    <w:rsid w:val="0006316B"/>
    <w:rsid w:val="00063B9E"/>
    <w:rsid w:val="00064AB7"/>
    <w:rsid w:val="00065083"/>
    <w:rsid w:val="000654BE"/>
    <w:rsid w:val="000670C0"/>
    <w:rsid w:val="000679ED"/>
    <w:rsid w:val="00070723"/>
    <w:rsid w:val="00070F3D"/>
    <w:rsid w:val="000714CF"/>
    <w:rsid w:val="00072482"/>
    <w:rsid w:val="000729F9"/>
    <w:rsid w:val="000772DA"/>
    <w:rsid w:val="00084A65"/>
    <w:rsid w:val="00085979"/>
    <w:rsid w:val="000877AD"/>
    <w:rsid w:val="0009522F"/>
    <w:rsid w:val="000971FB"/>
    <w:rsid w:val="00097D1F"/>
    <w:rsid w:val="000A189F"/>
    <w:rsid w:val="000A2B82"/>
    <w:rsid w:val="000A2F32"/>
    <w:rsid w:val="000A44C2"/>
    <w:rsid w:val="000A44F1"/>
    <w:rsid w:val="000A5268"/>
    <w:rsid w:val="000A6E17"/>
    <w:rsid w:val="000B0099"/>
    <w:rsid w:val="000B1F2A"/>
    <w:rsid w:val="000B29D8"/>
    <w:rsid w:val="000B3126"/>
    <w:rsid w:val="000B3E97"/>
    <w:rsid w:val="000B7472"/>
    <w:rsid w:val="000B75B7"/>
    <w:rsid w:val="000C289E"/>
    <w:rsid w:val="000C4638"/>
    <w:rsid w:val="000C4BFE"/>
    <w:rsid w:val="000D124C"/>
    <w:rsid w:val="000D3739"/>
    <w:rsid w:val="000E08F7"/>
    <w:rsid w:val="000E458D"/>
    <w:rsid w:val="000E4ACF"/>
    <w:rsid w:val="000F06A6"/>
    <w:rsid w:val="001008A0"/>
    <w:rsid w:val="00102DD0"/>
    <w:rsid w:val="001043B9"/>
    <w:rsid w:val="00110111"/>
    <w:rsid w:val="00110601"/>
    <w:rsid w:val="001114C9"/>
    <w:rsid w:val="001138BA"/>
    <w:rsid w:val="001145A1"/>
    <w:rsid w:val="00115FFE"/>
    <w:rsid w:val="0012164F"/>
    <w:rsid w:val="00122D57"/>
    <w:rsid w:val="001236E5"/>
    <w:rsid w:val="00124A38"/>
    <w:rsid w:val="001269F6"/>
    <w:rsid w:val="00127F0D"/>
    <w:rsid w:val="00130839"/>
    <w:rsid w:val="00135032"/>
    <w:rsid w:val="00150532"/>
    <w:rsid w:val="001539C0"/>
    <w:rsid w:val="00156E95"/>
    <w:rsid w:val="00157A48"/>
    <w:rsid w:val="0016024A"/>
    <w:rsid w:val="001721CF"/>
    <w:rsid w:val="001778DA"/>
    <w:rsid w:val="00184D3F"/>
    <w:rsid w:val="00184DBB"/>
    <w:rsid w:val="001863EE"/>
    <w:rsid w:val="001878DA"/>
    <w:rsid w:val="00190BA1"/>
    <w:rsid w:val="0019515D"/>
    <w:rsid w:val="001953C3"/>
    <w:rsid w:val="001A0B1C"/>
    <w:rsid w:val="001A3445"/>
    <w:rsid w:val="001B0A56"/>
    <w:rsid w:val="001B3F3C"/>
    <w:rsid w:val="001B755B"/>
    <w:rsid w:val="001C0E59"/>
    <w:rsid w:val="001C1242"/>
    <w:rsid w:val="001C3EEC"/>
    <w:rsid w:val="001C3F57"/>
    <w:rsid w:val="001C4B08"/>
    <w:rsid w:val="001C551E"/>
    <w:rsid w:val="001C7B88"/>
    <w:rsid w:val="001C7CB8"/>
    <w:rsid w:val="001D01A8"/>
    <w:rsid w:val="001D2551"/>
    <w:rsid w:val="001D409A"/>
    <w:rsid w:val="001D4AF8"/>
    <w:rsid w:val="001D631D"/>
    <w:rsid w:val="001E236C"/>
    <w:rsid w:val="001E5E8C"/>
    <w:rsid w:val="001F01D0"/>
    <w:rsid w:val="001F0FD8"/>
    <w:rsid w:val="00200266"/>
    <w:rsid w:val="00201AE5"/>
    <w:rsid w:val="00202D57"/>
    <w:rsid w:val="00205813"/>
    <w:rsid w:val="002069C7"/>
    <w:rsid w:val="00207D03"/>
    <w:rsid w:val="0022341C"/>
    <w:rsid w:val="002240A4"/>
    <w:rsid w:val="00224AA5"/>
    <w:rsid w:val="0022712C"/>
    <w:rsid w:val="0023213F"/>
    <w:rsid w:val="00234CCB"/>
    <w:rsid w:val="00234E47"/>
    <w:rsid w:val="00235C63"/>
    <w:rsid w:val="002405E6"/>
    <w:rsid w:val="0024261F"/>
    <w:rsid w:val="00246502"/>
    <w:rsid w:val="00253FC0"/>
    <w:rsid w:val="00256725"/>
    <w:rsid w:val="00260254"/>
    <w:rsid w:val="002620BF"/>
    <w:rsid w:val="0026379E"/>
    <w:rsid w:val="00270F1D"/>
    <w:rsid w:val="00270FF2"/>
    <w:rsid w:val="00271948"/>
    <w:rsid w:val="00272018"/>
    <w:rsid w:val="00276614"/>
    <w:rsid w:val="00277CE8"/>
    <w:rsid w:val="00280BCA"/>
    <w:rsid w:val="002814D1"/>
    <w:rsid w:val="00284FBA"/>
    <w:rsid w:val="00285333"/>
    <w:rsid w:val="00285E5A"/>
    <w:rsid w:val="00286F74"/>
    <w:rsid w:val="00287906"/>
    <w:rsid w:val="00290C5C"/>
    <w:rsid w:val="0029397C"/>
    <w:rsid w:val="0029633F"/>
    <w:rsid w:val="00297DA6"/>
    <w:rsid w:val="002A161A"/>
    <w:rsid w:val="002A41B3"/>
    <w:rsid w:val="002A4544"/>
    <w:rsid w:val="002A546C"/>
    <w:rsid w:val="002B57D2"/>
    <w:rsid w:val="002B641D"/>
    <w:rsid w:val="002C0D13"/>
    <w:rsid w:val="002C53DF"/>
    <w:rsid w:val="002D0678"/>
    <w:rsid w:val="002D21C0"/>
    <w:rsid w:val="002D2AEE"/>
    <w:rsid w:val="002D404E"/>
    <w:rsid w:val="002E11FB"/>
    <w:rsid w:val="002E1787"/>
    <w:rsid w:val="002E1E4B"/>
    <w:rsid w:val="002E7898"/>
    <w:rsid w:val="002E78E4"/>
    <w:rsid w:val="002F6078"/>
    <w:rsid w:val="0030681C"/>
    <w:rsid w:val="00312880"/>
    <w:rsid w:val="00314F2C"/>
    <w:rsid w:val="003169F7"/>
    <w:rsid w:val="003200A4"/>
    <w:rsid w:val="00322D52"/>
    <w:rsid w:val="003230FF"/>
    <w:rsid w:val="00324D94"/>
    <w:rsid w:val="003261A1"/>
    <w:rsid w:val="003321BD"/>
    <w:rsid w:val="00332B18"/>
    <w:rsid w:val="00333C79"/>
    <w:rsid w:val="00335C6E"/>
    <w:rsid w:val="00337AB1"/>
    <w:rsid w:val="00342C11"/>
    <w:rsid w:val="00347601"/>
    <w:rsid w:val="0035131C"/>
    <w:rsid w:val="003521AB"/>
    <w:rsid w:val="0035276D"/>
    <w:rsid w:val="00355353"/>
    <w:rsid w:val="00361B1E"/>
    <w:rsid w:val="00362CB3"/>
    <w:rsid w:val="003649F7"/>
    <w:rsid w:val="00377EC6"/>
    <w:rsid w:val="00383311"/>
    <w:rsid w:val="0038345B"/>
    <w:rsid w:val="00395D8E"/>
    <w:rsid w:val="00397840"/>
    <w:rsid w:val="003A1119"/>
    <w:rsid w:val="003B1CB9"/>
    <w:rsid w:val="003B22E3"/>
    <w:rsid w:val="003B7226"/>
    <w:rsid w:val="003D628B"/>
    <w:rsid w:val="003E00BA"/>
    <w:rsid w:val="003E0D67"/>
    <w:rsid w:val="003E46CB"/>
    <w:rsid w:val="004005D0"/>
    <w:rsid w:val="00401C78"/>
    <w:rsid w:val="00410FF3"/>
    <w:rsid w:val="00411BA3"/>
    <w:rsid w:val="0042037A"/>
    <w:rsid w:val="00420C75"/>
    <w:rsid w:val="00421E0E"/>
    <w:rsid w:val="00425DD4"/>
    <w:rsid w:val="00433581"/>
    <w:rsid w:val="004362BC"/>
    <w:rsid w:val="00437CC1"/>
    <w:rsid w:val="00440A87"/>
    <w:rsid w:val="004418B4"/>
    <w:rsid w:val="0044302A"/>
    <w:rsid w:val="00446034"/>
    <w:rsid w:val="00446812"/>
    <w:rsid w:val="00446EE9"/>
    <w:rsid w:val="0045100F"/>
    <w:rsid w:val="004520DB"/>
    <w:rsid w:val="004525AC"/>
    <w:rsid w:val="00460955"/>
    <w:rsid w:val="00460D1F"/>
    <w:rsid w:val="00461617"/>
    <w:rsid w:val="00463765"/>
    <w:rsid w:val="00465517"/>
    <w:rsid w:val="0046746B"/>
    <w:rsid w:val="00471E8C"/>
    <w:rsid w:val="00472A3D"/>
    <w:rsid w:val="004759DC"/>
    <w:rsid w:val="00480E03"/>
    <w:rsid w:val="0048377B"/>
    <w:rsid w:val="00486735"/>
    <w:rsid w:val="00487A95"/>
    <w:rsid w:val="00491998"/>
    <w:rsid w:val="00496693"/>
    <w:rsid w:val="004A19E9"/>
    <w:rsid w:val="004A289E"/>
    <w:rsid w:val="004B184C"/>
    <w:rsid w:val="004B2A76"/>
    <w:rsid w:val="004C4B4E"/>
    <w:rsid w:val="004D3314"/>
    <w:rsid w:val="004D7ECE"/>
    <w:rsid w:val="004E5A40"/>
    <w:rsid w:val="004E66BC"/>
    <w:rsid w:val="004E7529"/>
    <w:rsid w:val="004E76FF"/>
    <w:rsid w:val="004F1048"/>
    <w:rsid w:val="004F3571"/>
    <w:rsid w:val="004F5FD3"/>
    <w:rsid w:val="005056F5"/>
    <w:rsid w:val="00507C40"/>
    <w:rsid w:val="00513F6B"/>
    <w:rsid w:val="00514586"/>
    <w:rsid w:val="00516BC4"/>
    <w:rsid w:val="005224BF"/>
    <w:rsid w:val="00522A9C"/>
    <w:rsid w:val="00523E2A"/>
    <w:rsid w:val="005259F1"/>
    <w:rsid w:val="00527FDA"/>
    <w:rsid w:val="00532CD9"/>
    <w:rsid w:val="005370A6"/>
    <w:rsid w:val="00537BAE"/>
    <w:rsid w:val="00541C8E"/>
    <w:rsid w:val="00543AED"/>
    <w:rsid w:val="00550752"/>
    <w:rsid w:val="00551B51"/>
    <w:rsid w:val="0055204E"/>
    <w:rsid w:val="0055402A"/>
    <w:rsid w:val="00554616"/>
    <w:rsid w:val="005554F4"/>
    <w:rsid w:val="0055609B"/>
    <w:rsid w:val="00556180"/>
    <w:rsid w:val="00556318"/>
    <w:rsid w:val="00562C1A"/>
    <w:rsid w:val="00564AEC"/>
    <w:rsid w:val="005651D5"/>
    <w:rsid w:val="005669BA"/>
    <w:rsid w:val="005703B8"/>
    <w:rsid w:val="00573717"/>
    <w:rsid w:val="00574C4A"/>
    <w:rsid w:val="00584D83"/>
    <w:rsid w:val="005903C9"/>
    <w:rsid w:val="00591401"/>
    <w:rsid w:val="0059407B"/>
    <w:rsid w:val="005951D3"/>
    <w:rsid w:val="0059537F"/>
    <w:rsid w:val="00595790"/>
    <w:rsid w:val="005A1376"/>
    <w:rsid w:val="005A3696"/>
    <w:rsid w:val="005A567C"/>
    <w:rsid w:val="005B076C"/>
    <w:rsid w:val="005B5756"/>
    <w:rsid w:val="005B6856"/>
    <w:rsid w:val="005B6E63"/>
    <w:rsid w:val="005B6FC1"/>
    <w:rsid w:val="005C0EBB"/>
    <w:rsid w:val="005C173B"/>
    <w:rsid w:val="005C3F1D"/>
    <w:rsid w:val="005C5392"/>
    <w:rsid w:val="005D00A8"/>
    <w:rsid w:val="005D3D4F"/>
    <w:rsid w:val="005D665D"/>
    <w:rsid w:val="005D79F1"/>
    <w:rsid w:val="005E038F"/>
    <w:rsid w:val="005E053A"/>
    <w:rsid w:val="005E08EE"/>
    <w:rsid w:val="005E13A6"/>
    <w:rsid w:val="005E2A98"/>
    <w:rsid w:val="005E3DCD"/>
    <w:rsid w:val="005E4D67"/>
    <w:rsid w:val="005F2AEE"/>
    <w:rsid w:val="005F6E94"/>
    <w:rsid w:val="0060191F"/>
    <w:rsid w:val="00603339"/>
    <w:rsid w:val="00607554"/>
    <w:rsid w:val="00610C65"/>
    <w:rsid w:val="0061422E"/>
    <w:rsid w:val="006172AE"/>
    <w:rsid w:val="00617702"/>
    <w:rsid w:val="00617881"/>
    <w:rsid w:val="006178F1"/>
    <w:rsid w:val="00622839"/>
    <w:rsid w:val="006237E6"/>
    <w:rsid w:val="006265C8"/>
    <w:rsid w:val="006300FE"/>
    <w:rsid w:val="00637C30"/>
    <w:rsid w:val="006445F6"/>
    <w:rsid w:val="00646EFA"/>
    <w:rsid w:val="00647E43"/>
    <w:rsid w:val="00650D0D"/>
    <w:rsid w:val="006517E7"/>
    <w:rsid w:val="006524E6"/>
    <w:rsid w:val="00654F32"/>
    <w:rsid w:val="00655DFB"/>
    <w:rsid w:val="006610E6"/>
    <w:rsid w:val="0066440E"/>
    <w:rsid w:val="00665149"/>
    <w:rsid w:val="006668B5"/>
    <w:rsid w:val="00670BCE"/>
    <w:rsid w:val="00674E4E"/>
    <w:rsid w:val="00675416"/>
    <w:rsid w:val="006820C3"/>
    <w:rsid w:val="00687278"/>
    <w:rsid w:val="00697325"/>
    <w:rsid w:val="006A2DD4"/>
    <w:rsid w:val="006B2AB4"/>
    <w:rsid w:val="006B4D05"/>
    <w:rsid w:val="006B5F15"/>
    <w:rsid w:val="006C3DB0"/>
    <w:rsid w:val="006D0417"/>
    <w:rsid w:val="006D1E0E"/>
    <w:rsid w:val="006E4A95"/>
    <w:rsid w:val="006E4E04"/>
    <w:rsid w:val="006E5CBD"/>
    <w:rsid w:val="006F208A"/>
    <w:rsid w:val="00705556"/>
    <w:rsid w:val="007064B2"/>
    <w:rsid w:val="0071314C"/>
    <w:rsid w:val="00714C14"/>
    <w:rsid w:val="0072010C"/>
    <w:rsid w:val="00721F97"/>
    <w:rsid w:val="0072268D"/>
    <w:rsid w:val="00723250"/>
    <w:rsid w:val="007350B2"/>
    <w:rsid w:val="007451CB"/>
    <w:rsid w:val="00745BCA"/>
    <w:rsid w:val="007522AE"/>
    <w:rsid w:val="0075341E"/>
    <w:rsid w:val="00755422"/>
    <w:rsid w:val="007563FD"/>
    <w:rsid w:val="007568EE"/>
    <w:rsid w:val="00757ADC"/>
    <w:rsid w:val="007615FB"/>
    <w:rsid w:val="00763828"/>
    <w:rsid w:val="00763837"/>
    <w:rsid w:val="00764952"/>
    <w:rsid w:val="00765485"/>
    <w:rsid w:val="007702A8"/>
    <w:rsid w:val="007722EF"/>
    <w:rsid w:val="007734D0"/>
    <w:rsid w:val="007818B2"/>
    <w:rsid w:val="00781979"/>
    <w:rsid w:val="00782CFF"/>
    <w:rsid w:val="00783DCD"/>
    <w:rsid w:val="00784A05"/>
    <w:rsid w:val="00785C97"/>
    <w:rsid w:val="007877D8"/>
    <w:rsid w:val="007904EE"/>
    <w:rsid w:val="00791802"/>
    <w:rsid w:val="0079319E"/>
    <w:rsid w:val="007946DF"/>
    <w:rsid w:val="00794958"/>
    <w:rsid w:val="00796D8A"/>
    <w:rsid w:val="00796EBC"/>
    <w:rsid w:val="007A24B9"/>
    <w:rsid w:val="007A4267"/>
    <w:rsid w:val="007A4E2F"/>
    <w:rsid w:val="007A6DDB"/>
    <w:rsid w:val="007B2E26"/>
    <w:rsid w:val="007B3716"/>
    <w:rsid w:val="007C716A"/>
    <w:rsid w:val="007D06E8"/>
    <w:rsid w:val="007E31B0"/>
    <w:rsid w:val="007E5CCC"/>
    <w:rsid w:val="007E639C"/>
    <w:rsid w:val="007F370A"/>
    <w:rsid w:val="007F605D"/>
    <w:rsid w:val="007F629C"/>
    <w:rsid w:val="007F701C"/>
    <w:rsid w:val="0080045E"/>
    <w:rsid w:val="00806583"/>
    <w:rsid w:val="0081189C"/>
    <w:rsid w:val="00815966"/>
    <w:rsid w:val="00820479"/>
    <w:rsid w:val="00821DF2"/>
    <w:rsid w:val="008243BD"/>
    <w:rsid w:val="008268FC"/>
    <w:rsid w:val="008300B4"/>
    <w:rsid w:val="00834F2B"/>
    <w:rsid w:val="00835773"/>
    <w:rsid w:val="0084366B"/>
    <w:rsid w:val="008465E1"/>
    <w:rsid w:val="00847F5A"/>
    <w:rsid w:val="00855152"/>
    <w:rsid w:val="008568F2"/>
    <w:rsid w:val="00863046"/>
    <w:rsid w:val="00863696"/>
    <w:rsid w:val="00864088"/>
    <w:rsid w:val="008646FE"/>
    <w:rsid w:val="00865CB2"/>
    <w:rsid w:val="00865E5D"/>
    <w:rsid w:val="0086665C"/>
    <w:rsid w:val="00871A2E"/>
    <w:rsid w:val="0087563E"/>
    <w:rsid w:val="00875F72"/>
    <w:rsid w:val="0087667A"/>
    <w:rsid w:val="00883267"/>
    <w:rsid w:val="008849F2"/>
    <w:rsid w:val="00885233"/>
    <w:rsid w:val="0089022E"/>
    <w:rsid w:val="00891190"/>
    <w:rsid w:val="008957A7"/>
    <w:rsid w:val="00897627"/>
    <w:rsid w:val="00897F2E"/>
    <w:rsid w:val="008A1B97"/>
    <w:rsid w:val="008A2A0A"/>
    <w:rsid w:val="008A5B43"/>
    <w:rsid w:val="008B4F0A"/>
    <w:rsid w:val="008B7F53"/>
    <w:rsid w:val="008C009C"/>
    <w:rsid w:val="008C3F8F"/>
    <w:rsid w:val="008C4220"/>
    <w:rsid w:val="008D0B57"/>
    <w:rsid w:val="008D1DA4"/>
    <w:rsid w:val="008D26FE"/>
    <w:rsid w:val="008E0D13"/>
    <w:rsid w:val="008E280F"/>
    <w:rsid w:val="008E4F70"/>
    <w:rsid w:val="008E582E"/>
    <w:rsid w:val="008E62CC"/>
    <w:rsid w:val="008E698E"/>
    <w:rsid w:val="008E6DC5"/>
    <w:rsid w:val="008E6E12"/>
    <w:rsid w:val="008F229A"/>
    <w:rsid w:val="008F3C06"/>
    <w:rsid w:val="00900155"/>
    <w:rsid w:val="009002DA"/>
    <w:rsid w:val="00910BD9"/>
    <w:rsid w:val="00911D86"/>
    <w:rsid w:val="00912926"/>
    <w:rsid w:val="009204BA"/>
    <w:rsid w:val="0092525B"/>
    <w:rsid w:val="009269D2"/>
    <w:rsid w:val="00937ABB"/>
    <w:rsid w:val="00940BF5"/>
    <w:rsid w:val="0095114B"/>
    <w:rsid w:val="00953364"/>
    <w:rsid w:val="00956E6B"/>
    <w:rsid w:val="009577BF"/>
    <w:rsid w:val="009625B9"/>
    <w:rsid w:val="00963A4E"/>
    <w:rsid w:val="00964683"/>
    <w:rsid w:val="00964E11"/>
    <w:rsid w:val="00966339"/>
    <w:rsid w:val="00967E26"/>
    <w:rsid w:val="009706F3"/>
    <w:rsid w:val="00971CF8"/>
    <w:rsid w:val="009762D5"/>
    <w:rsid w:val="00984508"/>
    <w:rsid w:val="00985A9E"/>
    <w:rsid w:val="00987975"/>
    <w:rsid w:val="00990F80"/>
    <w:rsid w:val="00990FDF"/>
    <w:rsid w:val="00991FA4"/>
    <w:rsid w:val="009927CE"/>
    <w:rsid w:val="00993D9A"/>
    <w:rsid w:val="009949DA"/>
    <w:rsid w:val="009A4B3A"/>
    <w:rsid w:val="009A571D"/>
    <w:rsid w:val="009B0DBB"/>
    <w:rsid w:val="009B2B33"/>
    <w:rsid w:val="009B484B"/>
    <w:rsid w:val="009B5D17"/>
    <w:rsid w:val="009B71C4"/>
    <w:rsid w:val="009C1EA1"/>
    <w:rsid w:val="009C2494"/>
    <w:rsid w:val="009C3BE5"/>
    <w:rsid w:val="009C59C3"/>
    <w:rsid w:val="009C7F68"/>
    <w:rsid w:val="009D2478"/>
    <w:rsid w:val="009D2752"/>
    <w:rsid w:val="009D48F2"/>
    <w:rsid w:val="009D4DA1"/>
    <w:rsid w:val="009D585E"/>
    <w:rsid w:val="009E26A4"/>
    <w:rsid w:val="009E435D"/>
    <w:rsid w:val="009F12C8"/>
    <w:rsid w:val="009F2F25"/>
    <w:rsid w:val="00A001BD"/>
    <w:rsid w:val="00A00EB4"/>
    <w:rsid w:val="00A04AFD"/>
    <w:rsid w:val="00A06FE5"/>
    <w:rsid w:val="00A07462"/>
    <w:rsid w:val="00A1088E"/>
    <w:rsid w:val="00A13A30"/>
    <w:rsid w:val="00A157C3"/>
    <w:rsid w:val="00A16A48"/>
    <w:rsid w:val="00A16F27"/>
    <w:rsid w:val="00A23DCB"/>
    <w:rsid w:val="00A275B4"/>
    <w:rsid w:val="00A33417"/>
    <w:rsid w:val="00A34378"/>
    <w:rsid w:val="00A44F09"/>
    <w:rsid w:val="00A50367"/>
    <w:rsid w:val="00A5342E"/>
    <w:rsid w:val="00A5397A"/>
    <w:rsid w:val="00A53E5D"/>
    <w:rsid w:val="00A62854"/>
    <w:rsid w:val="00A632B6"/>
    <w:rsid w:val="00A6650E"/>
    <w:rsid w:val="00A72256"/>
    <w:rsid w:val="00A76A38"/>
    <w:rsid w:val="00A817B1"/>
    <w:rsid w:val="00A81ABB"/>
    <w:rsid w:val="00A81ECC"/>
    <w:rsid w:val="00A83F4D"/>
    <w:rsid w:val="00A90521"/>
    <w:rsid w:val="00A90CA3"/>
    <w:rsid w:val="00A95979"/>
    <w:rsid w:val="00A95B6A"/>
    <w:rsid w:val="00AA4EB9"/>
    <w:rsid w:val="00AA58FB"/>
    <w:rsid w:val="00AA6696"/>
    <w:rsid w:val="00AB0143"/>
    <w:rsid w:val="00AB051A"/>
    <w:rsid w:val="00AB348C"/>
    <w:rsid w:val="00AB5848"/>
    <w:rsid w:val="00AB667E"/>
    <w:rsid w:val="00AB6A0B"/>
    <w:rsid w:val="00AC287F"/>
    <w:rsid w:val="00AC39AA"/>
    <w:rsid w:val="00AC53E4"/>
    <w:rsid w:val="00AC75B7"/>
    <w:rsid w:val="00AC78AA"/>
    <w:rsid w:val="00AC7C12"/>
    <w:rsid w:val="00AD56EC"/>
    <w:rsid w:val="00AE12E5"/>
    <w:rsid w:val="00AE1AD2"/>
    <w:rsid w:val="00AE4E03"/>
    <w:rsid w:val="00AF2645"/>
    <w:rsid w:val="00AF2677"/>
    <w:rsid w:val="00AF65E7"/>
    <w:rsid w:val="00B0099C"/>
    <w:rsid w:val="00B0186E"/>
    <w:rsid w:val="00B030C0"/>
    <w:rsid w:val="00B055F4"/>
    <w:rsid w:val="00B1180C"/>
    <w:rsid w:val="00B1290E"/>
    <w:rsid w:val="00B1342D"/>
    <w:rsid w:val="00B13FE4"/>
    <w:rsid w:val="00B14561"/>
    <w:rsid w:val="00B16029"/>
    <w:rsid w:val="00B21142"/>
    <w:rsid w:val="00B226EE"/>
    <w:rsid w:val="00B24263"/>
    <w:rsid w:val="00B26CFD"/>
    <w:rsid w:val="00B301AC"/>
    <w:rsid w:val="00B316EB"/>
    <w:rsid w:val="00B31AE0"/>
    <w:rsid w:val="00B333B1"/>
    <w:rsid w:val="00B366F8"/>
    <w:rsid w:val="00B37A89"/>
    <w:rsid w:val="00B415A3"/>
    <w:rsid w:val="00B4183F"/>
    <w:rsid w:val="00B44965"/>
    <w:rsid w:val="00B455CE"/>
    <w:rsid w:val="00B50EE3"/>
    <w:rsid w:val="00B51246"/>
    <w:rsid w:val="00B537C7"/>
    <w:rsid w:val="00B5518B"/>
    <w:rsid w:val="00B63D8D"/>
    <w:rsid w:val="00B65819"/>
    <w:rsid w:val="00B66F7E"/>
    <w:rsid w:val="00B6772E"/>
    <w:rsid w:val="00B736A3"/>
    <w:rsid w:val="00B73E1C"/>
    <w:rsid w:val="00B7664A"/>
    <w:rsid w:val="00B81DAA"/>
    <w:rsid w:val="00B848E6"/>
    <w:rsid w:val="00B876B0"/>
    <w:rsid w:val="00B96568"/>
    <w:rsid w:val="00BA2214"/>
    <w:rsid w:val="00BA3DE2"/>
    <w:rsid w:val="00BA55C0"/>
    <w:rsid w:val="00BA6782"/>
    <w:rsid w:val="00BA7EE2"/>
    <w:rsid w:val="00BB5D10"/>
    <w:rsid w:val="00BC1885"/>
    <w:rsid w:val="00BC19DD"/>
    <w:rsid w:val="00BC275D"/>
    <w:rsid w:val="00BC3798"/>
    <w:rsid w:val="00BC6839"/>
    <w:rsid w:val="00BC7074"/>
    <w:rsid w:val="00BC7730"/>
    <w:rsid w:val="00BC7ED4"/>
    <w:rsid w:val="00BD31D3"/>
    <w:rsid w:val="00BE11EF"/>
    <w:rsid w:val="00BE2F93"/>
    <w:rsid w:val="00BF1CB7"/>
    <w:rsid w:val="00BF3911"/>
    <w:rsid w:val="00BF50BD"/>
    <w:rsid w:val="00C016DD"/>
    <w:rsid w:val="00C04F7C"/>
    <w:rsid w:val="00C06393"/>
    <w:rsid w:val="00C15A8B"/>
    <w:rsid w:val="00C24C00"/>
    <w:rsid w:val="00C25601"/>
    <w:rsid w:val="00C25663"/>
    <w:rsid w:val="00C2727C"/>
    <w:rsid w:val="00C27302"/>
    <w:rsid w:val="00C3102A"/>
    <w:rsid w:val="00C327C4"/>
    <w:rsid w:val="00C32BCF"/>
    <w:rsid w:val="00C37F19"/>
    <w:rsid w:val="00C44E0A"/>
    <w:rsid w:val="00C523C1"/>
    <w:rsid w:val="00C55813"/>
    <w:rsid w:val="00C56CF5"/>
    <w:rsid w:val="00C60A75"/>
    <w:rsid w:val="00C651C8"/>
    <w:rsid w:val="00C652FA"/>
    <w:rsid w:val="00C7061A"/>
    <w:rsid w:val="00C70FDB"/>
    <w:rsid w:val="00C7356B"/>
    <w:rsid w:val="00C7372E"/>
    <w:rsid w:val="00C76B45"/>
    <w:rsid w:val="00C84214"/>
    <w:rsid w:val="00C86516"/>
    <w:rsid w:val="00C9151B"/>
    <w:rsid w:val="00C96044"/>
    <w:rsid w:val="00C962BC"/>
    <w:rsid w:val="00CA3955"/>
    <w:rsid w:val="00CA3EE5"/>
    <w:rsid w:val="00CA4304"/>
    <w:rsid w:val="00CA4369"/>
    <w:rsid w:val="00CA43BE"/>
    <w:rsid w:val="00CA7F52"/>
    <w:rsid w:val="00CB0AE6"/>
    <w:rsid w:val="00CB1366"/>
    <w:rsid w:val="00CC2ABE"/>
    <w:rsid w:val="00CD1EFC"/>
    <w:rsid w:val="00CD2656"/>
    <w:rsid w:val="00CD64B3"/>
    <w:rsid w:val="00CD7AC3"/>
    <w:rsid w:val="00CE0323"/>
    <w:rsid w:val="00CE0470"/>
    <w:rsid w:val="00CE2996"/>
    <w:rsid w:val="00CE46B8"/>
    <w:rsid w:val="00CE49B1"/>
    <w:rsid w:val="00CE6F46"/>
    <w:rsid w:val="00CF0590"/>
    <w:rsid w:val="00D02287"/>
    <w:rsid w:val="00D0268E"/>
    <w:rsid w:val="00D0493C"/>
    <w:rsid w:val="00D0573E"/>
    <w:rsid w:val="00D07C38"/>
    <w:rsid w:val="00D2038C"/>
    <w:rsid w:val="00D21145"/>
    <w:rsid w:val="00D21879"/>
    <w:rsid w:val="00D222D7"/>
    <w:rsid w:val="00D23A8B"/>
    <w:rsid w:val="00D25E3E"/>
    <w:rsid w:val="00D3280B"/>
    <w:rsid w:val="00D33AF7"/>
    <w:rsid w:val="00D34C9A"/>
    <w:rsid w:val="00D403FF"/>
    <w:rsid w:val="00D45F96"/>
    <w:rsid w:val="00D479D4"/>
    <w:rsid w:val="00D50CF4"/>
    <w:rsid w:val="00D534EA"/>
    <w:rsid w:val="00D545E7"/>
    <w:rsid w:val="00D56A82"/>
    <w:rsid w:val="00D6264E"/>
    <w:rsid w:val="00D63A9F"/>
    <w:rsid w:val="00D70FCA"/>
    <w:rsid w:val="00D727A7"/>
    <w:rsid w:val="00D74A27"/>
    <w:rsid w:val="00D74BAA"/>
    <w:rsid w:val="00D75B91"/>
    <w:rsid w:val="00D75E9C"/>
    <w:rsid w:val="00D77055"/>
    <w:rsid w:val="00D77254"/>
    <w:rsid w:val="00D7767F"/>
    <w:rsid w:val="00D77957"/>
    <w:rsid w:val="00D77C8B"/>
    <w:rsid w:val="00D83FE2"/>
    <w:rsid w:val="00D904A4"/>
    <w:rsid w:val="00D9118C"/>
    <w:rsid w:val="00D95318"/>
    <w:rsid w:val="00D9545C"/>
    <w:rsid w:val="00DA0EDC"/>
    <w:rsid w:val="00DA1E86"/>
    <w:rsid w:val="00DA217D"/>
    <w:rsid w:val="00DA3805"/>
    <w:rsid w:val="00DA4EDE"/>
    <w:rsid w:val="00DA60F7"/>
    <w:rsid w:val="00DA6711"/>
    <w:rsid w:val="00DB2666"/>
    <w:rsid w:val="00DB7B37"/>
    <w:rsid w:val="00DC27B5"/>
    <w:rsid w:val="00DD5965"/>
    <w:rsid w:val="00DD751D"/>
    <w:rsid w:val="00DD7DAB"/>
    <w:rsid w:val="00DE50EB"/>
    <w:rsid w:val="00DE586F"/>
    <w:rsid w:val="00DF3C52"/>
    <w:rsid w:val="00DF7D11"/>
    <w:rsid w:val="00DF7F59"/>
    <w:rsid w:val="00E00BAB"/>
    <w:rsid w:val="00E03AC6"/>
    <w:rsid w:val="00E179EC"/>
    <w:rsid w:val="00E2220E"/>
    <w:rsid w:val="00E225A9"/>
    <w:rsid w:val="00E24471"/>
    <w:rsid w:val="00E25AC2"/>
    <w:rsid w:val="00E27FA3"/>
    <w:rsid w:val="00E310A0"/>
    <w:rsid w:val="00E3384C"/>
    <w:rsid w:val="00E42051"/>
    <w:rsid w:val="00E43470"/>
    <w:rsid w:val="00E51E8C"/>
    <w:rsid w:val="00E53EE8"/>
    <w:rsid w:val="00E54017"/>
    <w:rsid w:val="00E57C4F"/>
    <w:rsid w:val="00E61397"/>
    <w:rsid w:val="00E641DB"/>
    <w:rsid w:val="00E70906"/>
    <w:rsid w:val="00E73460"/>
    <w:rsid w:val="00E73CEB"/>
    <w:rsid w:val="00E778DA"/>
    <w:rsid w:val="00E815D4"/>
    <w:rsid w:val="00E85377"/>
    <w:rsid w:val="00E90259"/>
    <w:rsid w:val="00E910C0"/>
    <w:rsid w:val="00E927C9"/>
    <w:rsid w:val="00E9356C"/>
    <w:rsid w:val="00E94725"/>
    <w:rsid w:val="00E97AAB"/>
    <w:rsid w:val="00EA1938"/>
    <w:rsid w:val="00EA43FA"/>
    <w:rsid w:val="00EB30AF"/>
    <w:rsid w:val="00EB3139"/>
    <w:rsid w:val="00EB37B4"/>
    <w:rsid w:val="00EB4DDF"/>
    <w:rsid w:val="00EB61A2"/>
    <w:rsid w:val="00EC5A6D"/>
    <w:rsid w:val="00EC5B0B"/>
    <w:rsid w:val="00ED2D9C"/>
    <w:rsid w:val="00EE320F"/>
    <w:rsid w:val="00EE476F"/>
    <w:rsid w:val="00EE50F6"/>
    <w:rsid w:val="00EE75A2"/>
    <w:rsid w:val="00EF6A47"/>
    <w:rsid w:val="00F0134E"/>
    <w:rsid w:val="00F02A43"/>
    <w:rsid w:val="00F049B9"/>
    <w:rsid w:val="00F056E3"/>
    <w:rsid w:val="00F11415"/>
    <w:rsid w:val="00F126C9"/>
    <w:rsid w:val="00F149FD"/>
    <w:rsid w:val="00F17326"/>
    <w:rsid w:val="00F2004C"/>
    <w:rsid w:val="00F2203F"/>
    <w:rsid w:val="00F248DA"/>
    <w:rsid w:val="00F24D6B"/>
    <w:rsid w:val="00F37C8A"/>
    <w:rsid w:val="00F403F5"/>
    <w:rsid w:val="00F41726"/>
    <w:rsid w:val="00F41FB5"/>
    <w:rsid w:val="00F462AE"/>
    <w:rsid w:val="00F5724B"/>
    <w:rsid w:val="00F57942"/>
    <w:rsid w:val="00F645ED"/>
    <w:rsid w:val="00F66752"/>
    <w:rsid w:val="00F71713"/>
    <w:rsid w:val="00F74859"/>
    <w:rsid w:val="00F80A3E"/>
    <w:rsid w:val="00F82EA2"/>
    <w:rsid w:val="00F84516"/>
    <w:rsid w:val="00F85896"/>
    <w:rsid w:val="00F8754B"/>
    <w:rsid w:val="00F9099D"/>
    <w:rsid w:val="00F95EBB"/>
    <w:rsid w:val="00FA0BD5"/>
    <w:rsid w:val="00FA5177"/>
    <w:rsid w:val="00FB0A32"/>
    <w:rsid w:val="00FB255C"/>
    <w:rsid w:val="00FB34A0"/>
    <w:rsid w:val="00FC162C"/>
    <w:rsid w:val="00FC3A41"/>
    <w:rsid w:val="00FC73E4"/>
    <w:rsid w:val="00FD236B"/>
    <w:rsid w:val="00FD2CD0"/>
    <w:rsid w:val="00FD4F90"/>
    <w:rsid w:val="00FD656A"/>
    <w:rsid w:val="00FD73F5"/>
    <w:rsid w:val="00FE0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81"/>
  </w:style>
  <w:style w:type="paragraph" w:styleId="1">
    <w:name w:val="heading 1"/>
    <w:basedOn w:val="a"/>
    <w:next w:val="a"/>
    <w:link w:val="10"/>
    <w:qFormat/>
    <w:rsid w:val="0079319E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62C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62C1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62C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931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79319E"/>
    <w:pPr>
      <w:spacing w:after="120" w:line="240" w:lineRule="auto"/>
    </w:pPr>
    <w:rPr>
      <w:rFonts w:ascii="Consultant" w:eastAsia="Times New Roman" w:hAnsi="Consultant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9319E"/>
    <w:rPr>
      <w:rFonts w:ascii="Consultant" w:eastAsia="Times New Roman" w:hAnsi="Consultant" w:cs="Times New Roman"/>
      <w:sz w:val="16"/>
      <w:szCs w:val="16"/>
      <w:lang w:eastAsia="ru-RU"/>
    </w:rPr>
  </w:style>
  <w:style w:type="table" w:styleId="a3">
    <w:name w:val="Table Grid"/>
    <w:basedOn w:val="a1"/>
    <w:uiPriority w:val="59"/>
    <w:rsid w:val="005D00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C1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1242"/>
  </w:style>
  <w:style w:type="paragraph" w:styleId="a6">
    <w:name w:val="footer"/>
    <w:basedOn w:val="a"/>
    <w:link w:val="a7"/>
    <w:uiPriority w:val="99"/>
    <w:semiHidden/>
    <w:unhideWhenUsed/>
    <w:rsid w:val="001C1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C1242"/>
  </w:style>
  <w:style w:type="paragraph" w:styleId="a8">
    <w:name w:val="Body Text"/>
    <w:basedOn w:val="a"/>
    <w:link w:val="a9"/>
    <w:rsid w:val="001E236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1E23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A4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4E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1D265-6889-4FFD-A776-01D008FEF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gaykova</cp:lastModifiedBy>
  <cp:revision>7</cp:revision>
  <cp:lastPrinted>2023-03-03T02:39:00Z</cp:lastPrinted>
  <dcterms:created xsi:type="dcterms:W3CDTF">2023-03-02T09:43:00Z</dcterms:created>
  <dcterms:modified xsi:type="dcterms:W3CDTF">2023-03-09T03:36:00Z</dcterms:modified>
</cp:coreProperties>
</file>