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61" w:rsidRPr="00F334D7" w:rsidRDefault="009D1661" w:rsidP="009D1661">
      <w:pPr>
        <w:spacing w:after="0" w:line="240" w:lineRule="auto"/>
        <w:ind w:left="4962"/>
        <w:rPr>
          <w:sz w:val="26"/>
          <w:szCs w:val="26"/>
        </w:rPr>
      </w:pPr>
      <w:r w:rsidRPr="00F334D7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</w:p>
    <w:p w:rsidR="009D1661" w:rsidRPr="00F334D7" w:rsidRDefault="009D1661" w:rsidP="009D1661">
      <w:pPr>
        <w:spacing w:after="0" w:line="240" w:lineRule="auto"/>
        <w:ind w:left="4962"/>
        <w:rPr>
          <w:sz w:val="26"/>
          <w:szCs w:val="26"/>
        </w:rPr>
      </w:pPr>
      <w:r w:rsidRPr="00F334D7">
        <w:rPr>
          <w:sz w:val="26"/>
          <w:szCs w:val="26"/>
        </w:rPr>
        <w:t xml:space="preserve">к </w:t>
      </w:r>
      <w:r w:rsidRPr="00491167">
        <w:rPr>
          <w:sz w:val="28"/>
          <w:szCs w:val="28"/>
        </w:rPr>
        <w:t>постановлению</w:t>
      </w:r>
      <w:r w:rsidRPr="00F334D7">
        <w:rPr>
          <w:sz w:val="26"/>
          <w:szCs w:val="26"/>
        </w:rPr>
        <w:t xml:space="preserve"> Администрации</w:t>
      </w:r>
    </w:p>
    <w:p w:rsidR="009D1661" w:rsidRPr="00F334D7" w:rsidRDefault="009D1661" w:rsidP="009D1661">
      <w:pPr>
        <w:spacing w:after="0" w:line="240" w:lineRule="auto"/>
        <w:ind w:left="4962"/>
        <w:rPr>
          <w:sz w:val="26"/>
          <w:szCs w:val="26"/>
        </w:rPr>
      </w:pPr>
      <w:r w:rsidRPr="00F334D7">
        <w:rPr>
          <w:sz w:val="26"/>
          <w:szCs w:val="26"/>
        </w:rPr>
        <w:t>ЗАТО г. Железногорск</w:t>
      </w:r>
    </w:p>
    <w:p w:rsidR="009D1661" w:rsidRDefault="009D1661" w:rsidP="009D1661">
      <w:pPr>
        <w:spacing w:after="0" w:line="240" w:lineRule="auto"/>
        <w:ind w:left="4962"/>
        <w:rPr>
          <w:sz w:val="26"/>
          <w:szCs w:val="26"/>
        </w:rPr>
      </w:pPr>
      <w:r w:rsidRPr="00F334D7">
        <w:rPr>
          <w:sz w:val="26"/>
          <w:szCs w:val="26"/>
        </w:rPr>
        <w:t xml:space="preserve">от </w:t>
      </w:r>
      <w:r w:rsidR="00B3597F">
        <w:rPr>
          <w:sz w:val="26"/>
          <w:szCs w:val="26"/>
        </w:rPr>
        <w:t>27.06.</w:t>
      </w:r>
      <w:r w:rsidRPr="00F334D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F334D7">
        <w:rPr>
          <w:sz w:val="26"/>
          <w:szCs w:val="26"/>
        </w:rPr>
        <w:t xml:space="preserve"> года № </w:t>
      </w:r>
      <w:r w:rsidR="00B3597F">
        <w:rPr>
          <w:sz w:val="26"/>
          <w:szCs w:val="26"/>
        </w:rPr>
        <w:t>1256</w:t>
      </w:r>
    </w:p>
    <w:p w:rsidR="009D1661" w:rsidRPr="002C59CB" w:rsidRDefault="009D1661" w:rsidP="009D1661">
      <w:pPr>
        <w:spacing w:after="0" w:line="240" w:lineRule="auto"/>
        <w:ind w:left="4962"/>
        <w:rPr>
          <w:sz w:val="24"/>
          <w:szCs w:val="24"/>
        </w:rPr>
      </w:pPr>
    </w:p>
    <w:p w:rsidR="009D1661" w:rsidRPr="00B51070" w:rsidRDefault="009D1661" w:rsidP="009D1661">
      <w:pPr>
        <w:spacing w:after="0" w:line="240" w:lineRule="auto"/>
        <w:ind w:left="4962"/>
        <w:rPr>
          <w:sz w:val="26"/>
          <w:szCs w:val="26"/>
        </w:rPr>
      </w:pPr>
      <w:r w:rsidRPr="00B51070">
        <w:rPr>
          <w:sz w:val="26"/>
          <w:szCs w:val="26"/>
        </w:rPr>
        <w:t>Приложение</w:t>
      </w:r>
    </w:p>
    <w:p w:rsidR="009D1661" w:rsidRDefault="009D1661" w:rsidP="009D1661">
      <w:pPr>
        <w:spacing w:after="0" w:line="240" w:lineRule="auto"/>
        <w:ind w:left="4962"/>
        <w:rPr>
          <w:sz w:val="26"/>
          <w:szCs w:val="26"/>
        </w:rPr>
      </w:pPr>
      <w:r w:rsidRPr="00B51070">
        <w:rPr>
          <w:sz w:val="26"/>
          <w:szCs w:val="26"/>
        </w:rPr>
        <w:t xml:space="preserve">к </w:t>
      </w:r>
      <w:r w:rsidR="00552A98" w:rsidRPr="00491167">
        <w:rPr>
          <w:sz w:val="28"/>
          <w:szCs w:val="28"/>
        </w:rPr>
        <w:t>постановлению</w:t>
      </w:r>
      <w:r w:rsidRPr="00B51070">
        <w:rPr>
          <w:sz w:val="26"/>
          <w:szCs w:val="26"/>
        </w:rPr>
        <w:t xml:space="preserve"> Администрации ЗАТО </w:t>
      </w:r>
    </w:p>
    <w:p w:rsidR="009D1661" w:rsidRDefault="009D1661" w:rsidP="009D1661">
      <w:pPr>
        <w:spacing w:after="0" w:line="240" w:lineRule="auto"/>
        <w:ind w:firstLine="4962"/>
        <w:jc w:val="both"/>
        <w:rPr>
          <w:sz w:val="26"/>
          <w:szCs w:val="26"/>
        </w:rPr>
      </w:pPr>
      <w:r w:rsidRPr="00B51070">
        <w:rPr>
          <w:sz w:val="26"/>
          <w:szCs w:val="26"/>
        </w:rPr>
        <w:t xml:space="preserve">г. Железногорск </w:t>
      </w:r>
      <w:r w:rsidRPr="005F1D19">
        <w:rPr>
          <w:sz w:val="26"/>
          <w:szCs w:val="26"/>
        </w:rPr>
        <w:t xml:space="preserve">от </w:t>
      </w:r>
      <w:r w:rsidR="00552A98">
        <w:rPr>
          <w:sz w:val="28"/>
          <w:szCs w:val="28"/>
        </w:rPr>
        <w:t>19.06.2009 № 1015п</w:t>
      </w:r>
    </w:p>
    <w:p w:rsidR="009D1661" w:rsidRDefault="00EB37BA" w:rsidP="009D1661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B51842" w:rsidRDefault="00017E19" w:rsidP="009D1661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6974" w:rsidRPr="00491167" w:rsidRDefault="006E6974" w:rsidP="006E6974">
      <w:pPr>
        <w:pStyle w:val="ConsPlusTitle"/>
        <w:widowControl/>
        <w:jc w:val="center"/>
        <w:rPr>
          <w:rFonts w:cs="Times New Roman"/>
          <w:b w:val="0"/>
          <w:sz w:val="28"/>
          <w:szCs w:val="28"/>
        </w:rPr>
      </w:pPr>
      <w:r w:rsidRPr="00491167">
        <w:rPr>
          <w:rFonts w:cs="Times New Roman"/>
          <w:b w:val="0"/>
          <w:sz w:val="28"/>
          <w:szCs w:val="28"/>
        </w:rPr>
        <w:t>Состав</w:t>
      </w:r>
    </w:p>
    <w:p w:rsidR="006E6974" w:rsidRDefault="00DA3D78" w:rsidP="006E6974">
      <w:pPr>
        <w:pStyle w:val="ConsPlusTitle"/>
        <w:widowControl/>
        <w:jc w:val="center"/>
        <w:rPr>
          <w:rFonts w:cs="Times New Roman"/>
          <w:b w:val="0"/>
          <w:sz w:val="28"/>
          <w:szCs w:val="28"/>
        </w:rPr>
      </w:pPr>
      <w:r w:rsidRPr="00852BA4">
        <w:rPr>
          <w:rFonts w:cs="Times New Roman"/>
          <w:b w:val="0"/>
          <w:sz w:val="28"/>
          <w:szCs w:val="28"/>
        </w:rPr>
        <w:t>к</w:t>
      </w:r>
      <w:r w:rsidR="006E6974" w:rsidRPr="00491167">
        <w:rPr>
          <w:rFonts w:cs="Times New Roman"/>
          <w:b w:val="0"/>
          <w:sz w:val="28"/>
          <w:szCs w:val="28"/>
        </w:rPr>
        <w:t xml:space="preserve">омиссии по рассмотрению ходатайств о присвоении звания </w:t>
      </w:r>
    </w:p>
    <w:p w:rsidR="006E6974" w:rsidRPr="00491167" w:rsidRDefault="006E6974" w:rsidP="006E6974">
      <w:pPr>
        <w:pStyle w:val="ConsPlusTitle"/>
        <w:widowControl/>
        <w:jc w:val="center"/>
        <w:rPr>
          <w:rFonts w:cs="Times New Roman"/>
          <w:b w:val="0"/>
          <w:sz w:val="28"/>
          <w:szCs w:val="28"/>
        </w:rPr>
      </w:pPr>
      <w:r w:rsidRPr="00491167">
        <w:rPr>
          <w:rFonts w:cs="Times New Roman"/>
          <w:b w:val="0"/>
          <w:sz w:val="28"/>
          <w:szCs w:val="28"/>
        </w:rPr>
        <w:t xml:space="preserve">«Почетный гражданин ЗАТО Железногорск Красноярского края» </w:t>
      </w:r>
    </w:p>
    <w:p w:rsidR="006E6974" w:rsidRPr="00491167" w:rsidRDefault="006E6974" w:rsidP="006E6974">
      <w:pPr>
        <w:pStyle w:val="ConsPlusTitle"/>
        <w:widowControl/>
        <w:jc w:val="center"/>
        <w:rPr>
          <w:sz w:val="28"/>
          <w:szCs w:val="28"/>
        </w:rPr>
      </w:pPr>
    </w:p>
    <w:p w:rsidR="006E6974" w:rsidRDefault="009D1661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D69F7">
        <w:rPr>
          <w:rFonts w:ascii="Times New Roman" w:hAnsi="Times New Roman"/>
          <w:sz w:val="26"/>
          <w:szCs w:val="26"/>
        </w:rPr>
        <w:t>Чернятин Д.М</w:t>
      </w:r>
      <w:r w:rsidR="006E6974">
        <w:rPr>
          <w:rFonts w:ascii="Times New Roman" w:hAnsi="Times New Roman" w:cs="Times New Roman"/>
          <w:sz w:val="28"/>
          <w:szCs w:val="28"/>
        </w:rPr>
        <w:t>.</w:t>
      </w:r>
      <w:r w:rsidR="006E6974">
        <w:rPr>
          <w:rFonts w:ascii="Times New Roman" w:hAnsi="Times New Roman" w:cs="Times New Roman"/>
          <w:sz w:val="28"/>
          <w:szCs w:val="28"/>
        </w:rPr>
        <w:tab/>
        <w:t xml:space="preserve">  -  Глава ЗАТО г. Железногорск.</w:t>
      </w:r>
    </w:p>
    <w:p w:rsidR="006E6974" w:rsidRDefault="006E6974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E6974" w:rsidRPr="009D1661" w:rsidRDefault="006E6974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D1661">
        <w:rPr>
          <w:rFonts w:ascii="Times New Roman" w:hAnsi="Times New Roman" w:cs="Times New Roman"/>
          <w:sz w:val="28"/>
          <w:szCs w:val="28"/>
        </w:rPr>
        <w:t>от Совета депутатов ЗАТО г. Железногорск (по согласованию):</w:t>
      </w:r>
    </w:p>
    <w:p w:rsidR="00870B31" w:rsidRPr="009D1661" w:rsidRDefault="00870B31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3"/>
        <w:gridCol w:w="310"/>
        <w:gridCol w:w="7171"/>
      </w:tblGrid>
      <w:tr w:rsidR="00017E19" w:rsidRPr="009D1661" w:rsidTr="00870B31">
        <w:tc>
          <w:tcPr>
            <w:tcW w:w="2373" w:type="dxa"/>
          </w:tcPr>
          <w:p w:rsidR="00017E19" w:rsidRPr="009D1661" w:rsidRDefault="009D1661" w:rsidP="009D166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Антонов</w:t>
            </w:r>
            <w:r w:rsidR="00017E19"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017E19" w:rsidRPr="009D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17E19"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.           </w:t>
            </w:r>
          </w:p>
        </w:tc>
        <w:tc>
          <w:tcPr>
            <w:tcW w:w="310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1" w:type="dxa"/>
          </w:tcPr>
          <w:p w:rsidR="00017E19" w:rsidRPr="009D1661" w:rsidRDefault="009D1661" w:rsidP="00870B3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ЗАТО г. Железногорск</w:t>
            </w:r>
            <w:r w:rsidR="00017E19" w:rsidRPr="009D16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17E19" w:rsidRPr="009D1661" w:rsidTr="00870B31">
        <w:tc>
          <w:tcPr>
            <w:tcW w:w="2373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Кротова Л.Г.</w:t>
            </w:r>
          </w:p>
        </w:tc>
        <w:tc>
          <w:tcPr>
            <w:tcW w:w="310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1" w:type="dxa"/>
          </w:tcPr>
          <w:p w:rsidR="00017E19" w:rsidRPr="009D1661" w:rsidRDefault="00017E19" w:rsidP="00870B3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ЗАТО г. Железногорск;</w:t>
            </w:r>
          </w:p>
        </w:tc>
      </w:tr>
      <w:tr w:rsidR="00017E19" w:rsidRPr="009D1661" w:rsidTr="00870B31">
        <w:tc>
          <w:tcPr>
            <w:tcW w:w="2373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Проскурнин С.Д.     </w:t>
            </w:r>
          </w:p>
        </w:tc>
        <w:tc>
          <w:tcPr>
            <w:tcW w:w="310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1" w:type="dxa"/>
          </w:tcPr>
          <w:p w:rsidR="00017E19" w:rsidRPr="009D1661" w:rsidRDefault="00017E19" w:rsidP="00870B3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ЗАТО  г.  Железногорск;</w:t>
            </w:r>
          </w:p>
        </w:tc>
      </w:tr>
      <w:tr w:rsidR="00017E19" w:rsidRPr="009D1661" w:rsidTr="00870B31">
        <w:tc>
          <w:tcPr>
            <w:tcW w:w="2373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Разумник Ю.И.       </w:t>
            </w:r>
          </w:p>
        </w:tc>
        <w:tc>
          <w:tcPr>
            <w:tcW w:w="310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1" w:type="dxa"/>
          </w:tcPr>
          <w:p w:rsidR="00017E19" w:rsidRPr="009D1661" w:rsidRDefault="00017E19" w:rsidP="00870B3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ЗАТО г. Железногорск;</w:t>
            </w:r>
          </w:p>
        </w:tc>
      </w:tr>
      <w:tr w:rsidR="00017E19" w:rsidRPr="009D1661" w:rsidTr="00870B31">
        <w:tc>
          <w:tcPr>
            <w:tcW w:w="2373" w:type="dxa"/>
          </w:tcPr>
          <w:p w:rsidR="00017E19" w:rsidRPr="009D1661" w:rsidRDefault="009D1661" w:rsidP="009D166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Травник</w:t>
            </w:r>
            <w:r w:rsidR="00017E19"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17E19" w:rsidRPr="009D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17E19"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.          </w:t>
            </w:r>
          </w:p>
        </w:tc>
        <w:tc>
          <w:tcPr>
            <w:tcW w:w="310" w:type="dxa"/>
          </w:tcPr>
          <w:p w:rsidR="00017E19" w:rsidRPr="009D1661" w:rsidRDefault="00017E19" w:rsidP="006E697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1" w:type="dxa"/>
          </w:tcPr>
          <w:p w:rsidR="00017E19" w:rsidRPr="009D1661" w:rsidRDefault="00017E19" w:rsidP="00870B3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ЗАТО г. Железногорск.</w:t>
            </w:r>
          </w:p>
        </w:tc>
      </w:tr>
    </w:tbl>
    <w:p w:rsidR="00870B31" w:rsidRPr="009D1661" w:rsidRDefault="00870B31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E6974" w:rsidRPr="009D1661" w:rsidRDefault="002C32C9" w:rsidP="00B5184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6974" w:rsidRPr="009D1661">
        <w:rPr>
          <w:rFonts w:ascii="Times New Roman" w:hAnsi="Times New Roman" w:cs="Times New Roman"/>
          <w:sz w:val="28"/>
          <w:szCs w:val="28"/>
        </w:rPr>
        <w:t>т Администрации ЗАТО г. Железногорск:</w:t>
      </w:r>
    </w:p>
    <w:tbl>
      <w:tblPr>
        <w:tblW w:w="9747" w:type="dxa"/>
        <w:tblLook w:val="04A0"/>
      </w:tblPr>
      <w:tblGrid>
        <w:gridCol w:w="2376"/>
        <w:gridCol w:w="7371"/>
      </w:tblGrid>
      <w:tr w:rsidR="006E6974" w:rsidRPr="009D1661" w:rsidTr="00017E19">
        <w:tc>
          <w:tcPr>
            <w:tcW w:w="2376" w:type="dxa"/>
          </w:tcPr>
          <w:p w:rsidR="006E6974" w:rsidRPr="009D1661" w:rsidRDefault="006E6974" w:rsidP="00870B31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6E6974" w:rsidRPr="009D1661" w:rsidRDefault="006E6974" w:rsidP="00870B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6974" w:rsidRPr="009D1661" w:rsidTr="00017E19">
        <w:tc>
          <w:tcPr>
            <w:tcW w:w="2376" w:type="dxa"/>
          </w:tcPr>
          <w:p w:rsidR="006E6974" w:rsidRPr="009D1661" w:rsidRDefault="00B51842" w:rsidP="00B518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Герасимов Д</w:t>
            </w:r>
            <w:r w:rsidR="006E6974" w:rsidRPr="009D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7371" w:type="dxa"/>
          </w:tcPr>
          <w:p w:rsidR="006E6974" w:rsidRPr="009D1661" w:rsidRDefault="006E6974" w:rsidP="009D166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842"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ЗАТО г. Железногорск</w:t>
            </w:r>
            <w:r w:rsidR="009D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1842" w:rsidRPr="009D1661">
              <w:rPr>
                <w:rFonts w:ascii="Times New Roman" w:hAnsi="Times New Roman" w:cs="Times New Roman"/>
                <w:sz w:val="28"/>
                <w:szCs w:val="28"/>
              </w:rPr>
              <w:t>по безопасности и взаимодействию с правоохранительными органами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E6974" w:rsidRPr="009D1661" w:rsidTr="00017E19">
        <w:tc>
          <w:tcPr>
            <w:tcW w:w="2376" w:type="dxa"/>
          </w:tcPr>
          <w:p w:rsidR="006E6974" w:rsidRPr="009D1661" w:rsidRDefault="009D1661" w:rsidP="00B518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1661">
              <w:rPr>
                <w:rFonts w:ascii="Times New Roman" w:hAnsi="Times New Roman" w:hint="eastAsia"/>
                <w:sz w:val="28"/>
                <w:szCs w:val="28"/>
              </w:rPr>
              <w:t>Грудинина</w:t>
            </w:r>
            <w:proofErr w:type="spellEnd"/>
            <w:r w:rsidRPr="009D1661">
              <w:rPr>
                <w:rFonts w:ascii="Times New Roman" w:hAnsi="Times New Roman"/>
                <w:sz w:val="28"/>
                <w:szCs w:val="28"/>
              </w:rPr>
              <w:t xml:space="preserve"> Ю.А</w:t>
            </w:r>
            <w:r w:rsidR="006E6974" w:rsidRPr="009D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6E6974" w:rsidRPr="009D1661" w:rsidRDefault="006E6974" w:rsidP="009D166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9D1661" w:rsidRPr="009D1661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="009D1661" w:rsidRPr="009D1661">
              <w:rPr>
                <w:rFonts w:ascii="Times New Roman" w:hAnsi="Times New Roman"/>
                <w:sz w:val="28"/>
                <w:szCs w:val="28"/>
              </w:rPr>
              <w:t xml:space="preserve"> обязанности заместителя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 xml:space="preserve"> Главы ЗАТО  </w:t>
            </w:r>
            <w:r w:rsidR="009D166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9D1661">
              <w:rPr>
                <w:rFonts w:ascii="Times New Roman" w:hAnsi="Times New Roman" w:cs="Times New Roman"/>
                <w:sz w:val="28"/>
                <w:szCs w:val="28"/>
              </w:rPr>
              <w:t>г. Железногорск по социальным вопросам;</w:t>
            </w:r>
          </w:p>
        </w:tc>
      </w:tr>
      <w:tr w:rsidR="00017E19" w:rsidRPr="00491167" w:rsidTr="00017E19">
        <w:tc>
          <w:tcPr>
            <w:tcW w:w="2376" w:type="dxa"/>
          </w:tcPr>
          <w:p w:rsidR="00017E19" w:rsidRDefault="00017E19" w:rsidP="00B518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Кривицкая А.А.</w:t>
            </w:r>
          </w:p>
        </w:tc>
        <w:tc>
          <w:tcPr>
            <w:tcW w:w="7371" w:type="dxa"/>
          </w:tcPr>
          <w:p w:rsidR="00017E19" w:rsidRPr="00491167" w:rsidRDefault="00017E19" w:rsidP="00E83817">
            <w:pPr>
              <w:pStyle w:val="ConsPlusNonformat"/>
              <w:widowControl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Социального отдела;</w:t>
            </w:r>
          </w:p>
        </w:tc>
      </w:tr>
      <w:tr w:rsidR="006E6974" w:rsidRPr="00491167" w:rsidTr="00017E19">
        <w:tc>
          <w:tcPr>
            <w:tcW w:w="2376" w:type="dxa"/>
          </w:tcPr>
          <w:p w:rsidR="006E6974" w:rsidRPr="00491167" w:rsidRDefault="002C32C9" w:rsidP="002C32C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2C9">
              <w:rPr>
                <w:rFonts w:ascii="Times New Roman" w:hAnsi="Times New Roman" w:cs="Times New Roman"/>
                <w:sz w:val="28"/>
                <w:szCs w:val="28"/>
              </w:rPr>
              <w:t>Вычужанин</w:t>
            </w:r>
            <w:proofErr w:type="spellEnd"/>
            <w:r w:rsidRPr="002C32C9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B518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518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6E6974" w:rsidRPr="00491167" w:rsidRDefault="006E6974" w:rsidP="0009172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  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Главы    ЗАТО  г. </w:t>
            </w:r>
            <w:r w:rsidR="00B51842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491167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коммунальному хозяйству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E6974" w:rsidRDefault="006E6974" w:rsidP="006E697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E6974" w:rsidRPr="00491167" w:rsidRDefault="002C32C9" w:rsidP="006E697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6974" w:rsidRPr="00491167">
        <w:rPr>
          <w:rFonts w:ascii="Times New Roman" w:hAnsi="Times New Roman" w:cs="Times New Roman"/>
          <w:sz w:val="28"/>
          <w:szCs w:val="28"/>
        </w:rPr>
        <w:t>т Общественной г</w:t>
      </w:r>
      <w:r w:rsidR="00091725">
        <w:rPr>
          <w:rFonts w:ascii="Times New Roman" w:hAnsi="Times New Roman" w:cs="Times New Roman"/>
          <w:sz w:val="28"/>
          <w:szCs w:val="28"/>
        </w:rPr>
        <w:t xml:space="preserve">ородской организации ветеранов </w:t>
      </w:r>
      <w:r w:rsidR="006E6974" w:rsidRPr="00491167">
        <w:rPr>
          <w:rFonts w:ascii="Times New Roman" w:hAnsi="Times New Roman" w:cs="Times New Roman"/>
          <w:sz w:val="28"/>
          <w:szCs w:val="28"/>
        </w:rPr>
        <w:t>(пенсионеров) войны,  труда, Вооруженных сил и  правоохранительных органов</w:t>
      </w:r>
      <w:r w:rsidR="006E6974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6E6974" w:rsidRPr="00491167">
        <w:rPr>
          <w:rFonts w:ascii="Times New Roman" w:hAnsi="Times New Roman" w:cs="Times New Roman"/>
          <w:sz w:val="28"/>
          <w:szCs w:val="28"/>
        </w:rPr>
        <w:t>:</w:t>
      </w:r>
    </w:p>
    <w:p w:rsidR="006E6974" w:rsidRPr="00491167" w:rsidRDefault="006E6974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2376"/>
        <w:gridCol w:w="7371"/>
      </w:tblGrid>
      <w:tr w:rsidR="00091725" w:rsidRPr="00491167" w:rsidTr="005C3CD4">
        <w:tc>
          <w:tcPr>
            <w:tcW w:w="2376" w:type="dxa"/>
          </w:tcPr>
          <w:p w:rsidR="00091725" w:rsidRPr="00491167" w:rsidRDefault="00091725" w:rsidP="005C3C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Дергачева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7371" w:type="dxa"/>
          </w:tcPr>
          <w:p w:rsidR="00091725" w:rsidRPr="00491167" w:rsidRDefault="00091725" w:rsidP="0009172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- председатель Общественной городской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етеранов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(пенсионеров) войны, труда,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Вооруженных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сил и правоохранительных органов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91725" w:rsidRDefault="00091725" w:rsidP="00B5184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E6974" w:rsidRPr="00491167" w:rsidRDefault="002C32C9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6974" w:rsidRPr="00491167">
        <w:rPr>
          <w:rFonts w:ascii="Times New Roman" w:hAnsi="Times New Roman" w:cs="Times New Roman"/>
          <w:sz w:val="28"/>
          <w:szCs w:val="28"/>
        </w:rPr>
        <w:t>т Территориальной профсоюзной организации</w:t>
      </w:r>
      <w:r w:rsidR="006E6974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6E6974" w:rsidRPr="00491167">
        <w:rPr>
          <w:rFonts w:ascii="Times New Roman" w:hAnsi="Times New Roman" w:cs="Times New Roman"/>
          <w:sz w:val="28"/>
          <w:szCs w:val="28"/>
        </w:rPr>
        <w:t>:</w:t>
      </w:r>
    </w:p>
    <w:p w:rsidR="006E6974" w:rsidRDefault="006E6974" w:rsidP="006E697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2376"/>
        <w:gridCol w:w="7371"/>
      </w:tblGrid>
      <w:tr w:rsidR="009D1661" w:rsidRPr="00491167" w:rsidTr="009D1661">
        <w:tc>
          <w:tcPr>
            <w:tcW w:w="2376" w:type="dxa"/>
          </w:tcPr>
          <w:p w:rsidR="009D1661" w:rsidRPr="00491167" w:rsidRDefault="009D1661" w:rsidP="009D166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Перепел</w:t>
            </w:r>
            <w:r w:rsidRPr="00206979">
              <w:rPr>
                <w:rFonts w:ascii="Times New Roman" w:hAnsi="Times New Roman"/>
                <w:sz w:val="26"/>
                <w:szCs w:val="26"/>
              </w:rPr>
              <w:t xml:space="preserve">кин 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206979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9D1661" w:rsidRPr="00491167" w:rsidRDefault="009D1661" w:rsidP="0009172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- председатель Территориального профсоюзного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491167">
              <w:rPr>
                <w:rFonts w:ascii="Times New Roman" w:hAnsi="Times New Roman" w:cs="Times New Roman"/>
                <w:sz w:val="28"/>
                <w:szCs w:val="28"/>
              </w:rPr>
              <w:t>ъединения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B51842"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661" w:rsidRDefault="009D1661" w:rsidP="00D53F46">
      <w:pPr>
        <w:spacing w:after="0" w:line="240" w:lineRule="auto"/>
      </w:pPr>
      <w:r>
        <w:separator/>
      </w:r>
    </w:p>
  </w:endnote>
  <w:endnote w:type="continuationSeparator" w:id="0">
    <w:p w:rsidR="009D1661" w:rsidRDefault="009D1661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661" w:rsidRDefault="009D1661" w:rsidP="00D53F46">
      <w:pPr>
        <w:spacing w:after="0" w:line="240" w:lineRule="auto"/>
      </w:pPr>
      <w:r>
        <w:separator/>
      </w:r>
    </w:p>
  </w:footnote>
  <w:footnote w:type="continuationSeparator" w:id="0">
    <w:p w:rsidR="009D1661" w:rsidRDefault="009D1661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17E19"/>
    <w:rsid w:val="00021B84"/>
    <w:rsid w:val="00022752"/>
    <w:rsid w:val="00023BAF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1CE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87EC8"/>
    <w:rsid w:val="000906CB"/>
    <w:rsid w:val="00091725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4B22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8A3"/>
    <w:rsid w:val="000F0CCE"/>
    <w:rsid w:val="000F0ECA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100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2C9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29C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A98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74"/>
    <w:rsid w:val="006E76D7"/>
    <w:rsid w:val="006F0E83"/>
    <w:rsid w:val="006F2697"/>
    <w:rsid w:val="006F6ED6"/>
    <w:rsid w:val="006F7076"/>
    <w:rsid w:val="006F7419"/>
    <w:rsid w:val="006F7D97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4FBD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3170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79FB"/>
    <w:rsid w:val="007E04AE"/>
    <w:rsid w:val="007E08D5"/>
    <w:rsid w:val="007E1623"/>
    <w:rsid w:val="007E170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BA4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0B31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03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49A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1661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7A4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97F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42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5F77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3C8D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140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1033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79E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443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3D78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817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37BA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FBA0D-6596-4384-95FE-07881A2A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1752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Karavaeva</cp:lastModifiedBy>
  <cp:revision>2</cp:revision>
  <cp:lastPrinted>2023-06-23T10:40:00Z</cp:lastPrinted>
  <dcterms:created xsi:type="dcterms:W3CDTF">2023-06-27T11:01:00Z</dcterms:created>
  <dcterms:modified xsi:type="dcterms:W3CDTF">2023-06-27T11:01:00Z</dcterms:modified>
</cp:coreProperties>
</file>